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0"/>
        <w:gridCol w:w="3994"/>
        <w:gridCol w:w="3672"/>
        <w:gridCol w:w="13"/>
      </w:tblGrid>
      <w:tr w:rsidR="003B7DF9" w:rsidTr="001E1A1F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18B7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18B7" w:rsidP="00636E8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6E8B">
              <w:rPr>
                <w:rFonts w:ascii="Arial" w:hAnsi="Arial" w:cs="Arial"/>
                <w:sz w:val="18"/>
                <w:szCs w:val="18"/>
              </w:rPr>
              <w:t>88</w:t>
            </w:r>
          </w:p>
        </w:tc>
      </w:tr>
      <w:tr w:rsidR="003B7DF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18B7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1BC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B1BC9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B1BC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36E8B">
              <w:rPr>
                <w:rFonts w:ascii="Arial" w:hAnsi="Arial" w:cs="Arial"/>
                <w:noProof/>
                <w:sz w:val="18"/>
                <w:szCs w:val="18"/>
              </w:rPr>
              <w:t>Monday, 15 June 2020</w:t>
            </w:r>
            <w:r w:rsidRPr="001B1BC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3B18B7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6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36E8B" w:rsidP="009845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Right heel ulcer and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hallux amputation would. Both are deteriorating and previous scans 2017 show calcified vessels with single vessel run off (PTA) only. New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ischaemic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skin lesions lateral side left heel and left hallux. 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6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058DF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1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1270" r="10795" b="13970"/>
                      <wp:wrapNone/>
                      <wp:docPr id="128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129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E9BA79" id="Group 751" o:spid="_x0000_s1026" style="position:absolute;margin-left:137.05pt;margin-top:8.9pt;width:219.4pt;height:403.05pt;z-index:251653631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1E1A1F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B17F03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4552315</wp:posOffset>
                      </wp:positionH>
                      <wp:positionV relativeFrom="paragraph">
                        <wp:posOffset>3682365</wp:posOffset>
                      </wp:positionV>
                      <wp:extent cx="496570" cy="337185"/>
                      <wp:effectExtent l="2540" t="7620" r="5715" b="7620"/>
                      <wp:wrapNone/>
                      <wp:docPr id="116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58DF" w:rsidRPr="000058DF" w:rsidRDefault="000058DF" w:rsidP="000058DF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058DF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 flow seen throughout</w:t>
                                  </w:r>
                                </w:p>
                                <w:p w:rsidR="00556C09" w:rsidRPr="004E4B01" w:rsidRDefault="00556C09" w:rsidP="00556C0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90" o:spid="_x0000_s1026" type="#_x0000_t202" style="position:absolute;left:0;text-align:left;margin-left:358.45pt;margin-top:289.95pt;width:39.1pt;height:26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058DF" w:rsidRPr="000058DF" w:rsidRDefault="000058DF" w:rsidP="000058D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058DF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 flow seen throughout</w:t>
                            </w:r>
                          </w:p>
                          <w:p w:rsidR="00556C09" w:rsidRPr="004E4B01" w:rsidRDefault="00556C09" w:rsidP="00556C0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4243226</wp:posOffset>
                      </wp:positionH>
                      <wp:positionV relativeFrom="paragraph">
                        <wp:posOffset>3865916</wp:posOffset>
                      </wp:positionV>
                      <wp:extent cx="343535" cy="0"/>
                      <wp:effectExtent l="7620" t="10160" r="10795" b="8890"/>
                      <wp:wrapNone/>
                      <wp:docPr id="81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626634" id="Line 810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1pt,304.4pt" to="361.15pt,3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whxFAIAACo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4115435</wp:posOffset>
                      </wp:positionH>
                      <wp:positionV relativeFrom="paragraph">
                        <wp:posOffset>4218305</wp:posOffset>
                      </wp:positionV>
                      <wp:extent cx="387985" cy="0"/>
                      <wp:effectExtent l="8255" t="6985" r="13335" b="12065"/>
                      <wp:wrapNone/>
                      <wp:docPr id="92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EC5FCB" id="Line 812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05pt,332.15pt" to="354.6pt,3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4492457</wp:posOffset>
                      </wp:positionH>
                      <wp:positionV relativeFrom="paragraph">
                        <wp:posOffset>4117795</wp:posOffset>
                      </wp:positionV>
                      <wp:extent cx="306070" cy="152400"/>
                      <wp:effectExtent l="3810" t="1270" r="4445" b="8255"/>
                      <wp:wrapNone/>
                      <wp:docPr id="91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27" type="#_x0000_t202" style="position:absolute;left:0;text-align:left;margin-left:353.75pt;margin-top:324.25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tGyog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4412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3333115</wp:posOffset>
                      </wp:positionH>
                      <wp:positionV relativeFrom="paragraph">
                        <wp:posOffset>2757805</wp:posOffset>
                      </wp:positionV>
                      <wp:extent cx="431800" cy="266700"/>
                      <wp:effectExtent l="0" t="0" r="6350" b="0"/>
                      <wp:wrapNone/>
                      <wp:docPr id="90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Default="007163F8" w:rsidP="00556C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M143/74</w:t>
                                  </w:r>
                                </w:p>
                                <w:p w:rsidR="00BF4412" w:rsidRPr="00AE3846" w:rsidRDefault="00BF4412" w:rsidP="00556C0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E3846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&lt;50%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28" type="#_x0000_t202" style="position:absolute;left:0;text-align:left;margin-left:262.45pt;margin-top:217.15pt;width:34pt;height:21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Default="007163F8" w:rsidP="00556C0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M143/74</w:t>
                            </w:r>
                          </w:p>
                          <w:p w:rsidR="00BF4412" w:rsidRPr="00AE3846" w:rsidRDefault="00BF4412" w:rsidP="00556C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E38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&lt;50%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4412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2586355</wp:posOffset>
                      </wp:positionV>
                      <wp:extent cx="518795" cy="279400"/>
                      <wp:effectExtent l="0" t="0" r="0" b="6350"/>
                      <wp:wrapNone/>
                      <wp:docPr id="85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Default="007163F8" w:rsidP="00556C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M352/107</w:t>
                                  </w:r>
                                </w:p>
                                <w:p w:rsidR="00BF4412" w:rsidRPr="00AE3846" w:rsidRDefault="00BF4412" w:rsidP="00556C0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E3846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75-99%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29" type="#_x0000_t202" style="position:absolute;left:0;text-align:left;margin-left:308.45pt;margin-top:203.65pt;width:40.85pt;height:2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Default="007163F8" w:rsidP="00556C0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M352/107</w:t>
                            </w:r>
                          </w:p>
                          <w:p w:rsidR="00BF4412" w:rsidRPr="00AE3846" w:rsidRDefault="00BF4412" w:rsidP="00556C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E38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75-99%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4412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3898265</wp:posOffset>
                      </wp:positionH>
                      <wp:positionV relativeFrom="paragraph">
                        <wp:posOffset>2262505</wp:posOffset>
                      </wp:positionV>
                      <wp:extent cx="453390" cy="298450"/>
                      <wp:effectExtent l="0" t="0" r="3810" b="6350"/>
                      <wp:wrapNone/>
                      <wp:docPr id="84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339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Default="007163F8" w:rsidP="00556C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M202/90</w:t>
                                  </w:r>
                                </w:p>
                                <w:p w:rsidR="00BF4412" w:rsidRPr="00AE3846" w:rsidRDefault="00BF4412" w:rsidP="00556C0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E3846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50-74%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30" type="#_x0000_t202" style="position:absolute;left:0;text-align:left;margin-left:306.95pt;margin-top:178.15pt;width:35.7pt;height:23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6+Oow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Default="007163F8" w:rsidP="00556C0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M202/90</w:t>
                            </w:r>
                          </w:p>
                          <w:p w:rsidR="00BF4412" w:rsidRPr="00AE3846" w:rsidRDefault="00BF4412" w:rsidP="00556C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E38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50-74%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4412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1745615</wp:posOffset>
                      </wp:positionH>
                      <wp:positionV relativeFrom="paragraph">
                        <wp:posOffset>2618105</wp:posOffset>
                      </wp:positionV>
                      <wp:extent cx="518795" cy="254000"/>
                      <wp:effectExtent l="0" t="0" r="0" b="0"/>
                      <wp:wrapNone/>
                      <wp:docPr id="83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Default="007163F8" w:rsidP="00556C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B171/87</w:t>
                                  </w:r>
                                </w:p>
                                <w:p w:rsidR="00BF4412" w:rsidRPr="00AE3846" w:rsidRDefault="00BF4412" w:rsidP="00556C0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E3846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&lt;50%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1" type="#_x0000_t202" style="position:absolute;left:0;text-align:left;margin-left:137.45pt;margin-top:206.15pt;width:40.85pt;height:20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Default="007163F8" w:rsidP="00556C0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B171/87</w:t>
                            </w:r>
                          </w:p>
                          <w:p w:rsidR="00BF4412" w:rsidRPr="00AE3846" w:rsidRDefault="00BF4412" w:rsidP="00556C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E384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&lt;50%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3AF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2436495</wp:posOffset>
                      </wp:positionH>
                      <wp:positionV relativeFrom="paragraph">
                        <wp:posOffset>2875915</wp:posOffset>
                      </wp:positionV>
                      <wp:extent cx="448945" cy="152400"/>
                      <wp:effectExtent l="0" t="0" r="8255" b="0"/>
                      <wp:wrapNone/>
                      <wp:docPr id="86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894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M138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2" type="#_x0000_t202" style="position:absolute;left:0;text-align:left;margin-left:191.85pt;margin-top:226.45pt;width:35.35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M138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3972560</wp:posOffset>
                      </wp:positionH>
                      <wp:positionV relativeFrom="paragraph">
                        <wp:posOffset>3735705</wp:posOffset>
                      </wp:positionV>
                      <wp:extent cx="88900" cy="6350"/>
                      <wp:effectExtent l="6350" t="9525" r="9525" b="12700"/>
                      <wp:wrapNone/>
                      <wp:docPr id="127" name="AutoShape 8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89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5F1B5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63" o:spid="_x0000_s1026" type="#_x0000_t32" style="position:absolute;margin-left:312.8pt;margin-top:294.15pt;width:7pt;height:.5pt;flip:y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>
                      <wp:simplePos x="0" y="0"/>
                      <wp:positionH relativeFrom="column">
                        <wp:posOffset>4004310</wp:posOffset>
                      </wp:positionH>
                      <wp:positionV relativeFrom="paragraph">
                        <wp:posOffset>3964305</wp:posOffset>
                      </wp:positionV>
                      <wp:extent cx="88900" cy="6350"/>
                      <wp:effectExtent l="9525" t="9525" r="6350" b="12700"/>
                      <wp:wrapNone/>
                      <wp:docPr id="126" name="AutoShape 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89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74A95" id="AutoShape 862" o:spid="_x0000_s1026" type="#_x0000_t32" style="position:absolute;margin-left:315.3pt;margin-top:312.15pt;width:7pt;height:.5pt;flip:y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>
                      <wp:simplePos x="0" y="0"/>
                      <wp:positionH relativeFrom="column">
                        <wp:posOffset>4182110</wp:posOffset>
                      </wp:positionH>
                      <wp:positionV relativeFrom="paragraph">
                        <wp:posOffset>4554855</wp:posOffset>
                      </wp:positionV>
                      <wp:extent cx="88900" cy="6350"/>
                      <wp:effectExtent l="6350" t="9525" r="9525" b="12700"/>
                      <wp:wrapNone/>
                      <wp:docPr id="125" name="AutoShape 8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89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35228" id="AutoShape 861" o:spid="_x0000_s1026" type="#_x0000_t32" style="position:absolute;margin-left:329.3pt;margin-top:358.65pt;width:7pt;height:.5pt;flip:y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>
                      <wp:simplePos x="0" y="0"/>
                      <wp:positionH relativeFrom="column">
                        <wp:posOffset>4232910</wp:posOffset>
                      </wp:positionH>
                      <wp:positionV relativeFrom="paragraph">
                        <wp:posOffset>4802505</wp:posOffset>
                      </wp:positionV>
                      <wp:extent cx="88900" cy="6350"/>
                      <wp:effectExtent l="9525" t="9525" r="6350" b="12700"/>
                      <wp:wrapNone/>
                      <wp:docPr id="124" name="AutoShape 8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89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F7569" id="AutoShape 860" o:spid="_x0000_s1026" type="#_x0000_t32" style="position:absolute;margin-left:333.3pt;margin-top:378.15pt;width:7pt;height:.5pt;flip:y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1903730</wp:posOffset>
                      </wp:positionH>
                      <wp:positionV relativeFrom="paragraph">
                        <wp:posOffset>3492500</wp:posOffset>
                      </wp:positionV>
                      <wp:extent cx="165100" cy="86995"/>
                      <wp:effectExtent l="13970" t="13970" r="11430" b="13335"/>
                      <wp:wrapNone/>
                      <wp:docPr id="123" name="AutoShape 8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5100" cy="8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9A9A2" id="AutoShape 841" o:spid="_x0000_s1026" type="#_x0000_t32" style="position:absolute;margin-left:149.9pt;margin-top:275pt;width:13pt;height:6.8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4686300</wp:posOffset>
                      </wp:positionV>
                      <wp:extent cx="153035" cy="10160"/>
                      <wp:effectExtent l="11430" t="7620" r="6985" b="10795"/>
                      <wp:wrapNone/>
                      <wp:docPr id="122" name="AutoShape 8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03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9F765" id="AutoShape 848" o:spid="_x0000_s1026" type="#_x0000_t32" style="position:absolute;margin-left:161.7pt;margin-top:369pt;width:12.05pt;height:.8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>
                      <wp:simplePos x="0" y="0"/>
                      <wp:positionH relativeFrom="column">
                        <wp:posOffset>4300220</wp:posOffset>
                      </wp:positionH>
                      <wp:positionV relativeFrom="paragraph">
                        <wp:posOffset>4676775</wp:posOffset>
                      </wp:positionV>
                      <wp:extent cx="127635" cy="4445"/>
                      <wp:effectExtent l="10160" t="7620" r="5080" b="6985"/>
                      <wp:wrapNone/>
                      <wp:docPr id="121" name="AutoShape 8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7635" cy="4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A1B50" id="AutoShape 859" o:spid="_x0000_s1026" type="#_x0000_t32" style="position:absolute;margin-left:338.6pt;margin-top:368.25pt;width:10.05pt;height:.35pt;flip:y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>
                      <wp:simplePos x="0" y="0"/>
                      <wp:positionH relativeFrom="column">
                        <wp:posOffset>4239260</wp:posOffset>
                      </wp:positionH>
                      <wp:positionV relativeFrom="paragraph">
                        <wp:posOffset>4369435</wp:posOffset>
                      </wp:positionV>
                      <wp:extent cx="127635" cy="4445"/>
                      <wp:effectExtent l="6350" t="5080" r="8890" b="9525"/>
                      <wp:wrapNone/>
                      <wp:docPr id="120" name="AutoShape 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7635" cy="4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5EE5D" id="AutoShape 858" o:spid="_x0000_s1026" type="#_x0000_t32" style="position:absolute;margin-left:333.8pt;margin-top:344.05pt;width:10.05pt;height:.35pt;flip:y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>
                      <wp:simplePos x="0" y="0"/>
                      <wp:positionH relativeFrom="column">
                        <wp:posOffset>4215130</wp:posOffset>
                      </wp:positionH>
                      <wp:positionV relativeFrom="paragraph">
                        <wp:posOffset>4015105</wp:posOffset>
                      </wp:positionV>
                      <wp:extent cx="135255" cy="24130"/>
                      <wp:effectExtent l="10795" t="12700" r="6350" b="10795"/>
                      <wp:wrapNone/>
                      <wp:docPr id="119" name="AutoShape 8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5255" cy="24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8ED07" id="AutoShape 857" o:spid="_x0000_s1026" type="#_x0000_t32" style="position:absolute;margin-left:331.9pt;margin-top:316.15pt;width:10.65pt;height:1.9pt;flip:y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>
                      <wp:simplePos x="0" y="0"/>
                      <wp:positionH relativeFrom="column">
                        <wp:posOffset>4178300</wp:posOffset>
                      </wp:positionH>
                      <wp:positionV relativeFrom="paragraph">
                        <wp:posOffset>3751580</wp:posOffset>
                      </wp:positionV>
                      <wp:extent cx="135255" cy="24130"/>
                      <wp:effectExtent l="12065" t="6350" r="5080" b="7620"/>
                      <wp:wrapNone/>
                      <wp:docPr id="118" name="AutoShape 8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5255" cy="24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E7BA6" id="AutoShape 856" o:spid="_x0000_s1026" type="#_x0000_t32" style="position:absolute;margin-left:329pt;margin-top:295.4pt;width:10.65pt;height:1.9pt;flip:y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>
                      <wp:simplePos x="0" y="0"/>
                      <wp:positionH relativeFrom="column">
                        <wp:posOffset>4062095</wp:posOffset>
                      </wp:positionH>
                      <wp:positionV relativeFrom="paragraph">
                        <wp:posOffset>3479800</wp:posOffset>
                      </wp:positionV>
                      <wp:extent cx="127635" cy="71755"/>
                      <wp:effectExtent l="10160" t="10795" r="5080" b="12700"/>
                      <wp:wrapNone/>
                      <wp:docPr id="117" name="AutoShape 8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7635" cy="71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38C3D" id="AutoShape 855" o:spid="_x0000_s1026" type="#_x0000_t32" style="position:absolute;margin-left:319.85pt;margin-top:274pt;width:10.05pt;height:5.65pt;flip:y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3140710</wp:posOffset>
                      </wp:positionH>
                      <wp:positionV relativeFrom="paragraph">
                        <wp:posOffset>4187190</wp:posOffset>
                      </wp:positionV>
                      <wp:extent cx="515620" cy="331470"/>
                      <wp:effectExtent l="3175" t="3810" r="5080" b="7620"/>
                      <wp:wrapNone/>
                      <wp:docPr id="115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331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63F8" w:rsidRPr="000058DF" w:rsidRDefault="007163F8" w:rsidP="007163F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058DF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 flow seen</w:t>
                                  </w:r>
                                  <w:r w:rsidR="000058DF" w:rsidRPr="000058DF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throughout</w:t>
                                  </w:r>
                                </w:p>
                                <w:p w:rsidR="00556C09" w:rsidRPr="000058DF" w:rsidRDefault="00556C09" w:rsidP="00556C0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33" type="#_x0000_t202" style="position:absolute;left:0;text-align:left;margin-left:247.3pt;margin-top:329.7pt;width:40.6pt;height:26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r+howIAAFU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7163F8" w:rsidRPr="000058DF" w:rsidRDefault="007163F8" w:rsidP="007163F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058DF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 flow seen</w:t>
                            </w:r>
                            <w:r w:rsidR="000058DF" w:rsidRPr="000058DF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throughout</w:t>
                            </w:r>
                          </w:p>
                          <w:p w:rsidR="00556C09" w:rsidRPr="000058DF" w:rsidRDefault="00556C09" w:rsidP="00556C0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>
                      <wp:simplePos x="0" y="0"/>
                      <wp:positionH relativeFrom="column">
                        <wp:posOffset>4102735</wp:posOffset>
                      </wp:positionH>
                      <wp:positionV relativeFrom="paragraph">
                        <wp:posOffset>4669155</wp:posOffset>
                      </wp:positionV>
                      <wp:extent cx="109855" cy="36830"/>
                      <wp:effectExtent l="12700" t="9525" r="10795" b="10795"/>
                      <wp:wrapNone/>
                      <wp:docPr id="114" name="AutoShape 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9855" cy="36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7CD06" id="AutoShape 854" o:spid="_x0000_s1026" type="#_x0000_t32" style="position:absolute;margin-left:323.05pt;margin-top:367.65pt;width:8.65pt;height:2.9pt;flip:y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>
                      <wp:simplePos x="0" y="0"/>
                      <wp:positionH relativeFrom="column">
                        <wp:posOffset>3816985</wp:posOffset>
                      </wp:positionH>
                      <wp:positionV relativeFrom="paragraph">
                        <wp:posOffset>3665220</wp:posOffset>
                      </wp:positionV>
                      <wp:extent cx="113665" cy="10160"/>
                      <wp:effectExtent l="12700" t="5715" r="6985" b="12700"/>
                      <wp:wrapNone/>
                      <wp:docPr id="113" name="AutoShape 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366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18908" id="AutoShape 850" o:spid="_x0000_s1026" type="#_x0000_t32" style="position:absolute;margin-left:300.55pt;margin-top:288.6pt;width:8.95pt;height:.8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>
                      <wp:simplePos x="0" y="0"/>
                      <wp:positionH relativeFrom="column">
                        <wp:posOffset>3829050</wp:posOffset>
                      </wp:positionH>
                      <wp:positionV relativeFrom="paragraph">
                        <wp:posOffset>3899535</wp:posOffset>
                      </wp:positionV>
                      <wp:extent cx="116840" cy="25400"/>
                      <wp:effectExtent l="5715" t="11430" r="10795" b="10795"/>
                      <wp:wrapNone/>
                      <wp:docPr id="112" name="AutoShape 8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6840" cy="25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A7835" id="AutoShape 851" o:spid="_x0000_s1026" type="#_x0000_t32" style="position:absolute;margin-left:301.5pt;margin-top:307.05pt;width:9.2pt;height:2pt;flip: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>
                      <wp:simplePos x="0" y="0"/>
                      <wp:positionH relativeFrom="column">
                        <wp:posOffset>3888105</wp:posOffset>
                      </wp:positionH>
                      <wp:positionV relativeFrom="paragraph">
                        <wp:posOffset>4130675</wp:posOffset>
                      </wp:positionV>
                      <wp:extent cx="110490" cy="33020"/>
                      <wp:effectExtent l="7620" t="13970" r="5715" b="10160"/>
                      <wp:wrapNone/>
                      <wp:docPr id="111" name="AutoShape 8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0490" cy="330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850BF" id="AutoShape 852" o:spid="_x0000_s1026" type="#_x0000_t32" style="position:absolute;margin-left:306.15pt;margin-top:325.25pt;width:8.7pt;height:2.6pt;flip: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>
                      <wp:simplePos x="0" y="0"/>
                      <wp:positionH relativeFrom="column">
                        <wp:posOffset>4005580</wp:posOffset>
                      </wp:positionH>
                      <wp:positionV relativeFrom="paragraph">
                        <wp:posOffset>4421505</wp:posOffset>
                      </wp:positionV>
                      <wp:extent cx="110490" cy="48895"/>
                      <wp:effectExtent l="10795" t="9525" r="12065" b="8255"/>
                      <wp:wrapNone/>
                      <wp:docPr id="110" name="AutoShape 8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0490" cy="488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DDEE0" id="AutoShape 853" o:spid="_x0000_s1026" type="#_x0000_t32" style="position:absolute;margin-left:315.4pt;margin-top:348.15pt;width:8.7pt;height:3.85pt;flip:y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>
                      <wp:simplePos x="0" y="0"/>
                      <wp:positionH relativeFrom="column">
                        <wp:posOffset>3660775</wp:posOffset>
                      </wp:positionH>
                      <wp:positionV relativeFrom="paragraph">
                        <wp:posOffset>1749425</wp:posOffset>
                      </wp:positionV>
                      <wp:extent cx="525780" cy="3289935"/>
                      <wp:effectExtent l="8890" t="13970" r="17780" b="20320"/>
                      <wp:wrapNone/>
                      <wp:docPr id="109" name="Freeform 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3289935"/>
                              </a:xfrm>
                              <a:custGeom>
                                <a:avLst/>
                                <a:gdLst>
                                  <a:gd name="T0" fmla="*/ 0 w 828"/>
                                  <a:gd name="T1" fmla="*/ 13489 h 5181"/>
                                  <a:gd name="T2" fmla="*/ 0 w 828"/>
                                  <a:gd name="T3" fmla="*/ 62838 h 5181"/>
                                  <a:gd name="T4" fmla="*/ 1893 w 828"/>
                                  <a:gd name="T5" fmla="*/ 28622 h 5181"/>
                                  <a:gd name="T6" fmla="*/ 19033 w 828"/>
                                  <a:gd name="T7" fmla="*/ 22701 h 5181"/>
                                  <a:gd name="T8" fmla="*/ 32388 w 828"/>
                                  <a:gd name="T9" fmla="*/ 68431 h 5181"/>
                                  <a:gd name="T10" fmla="*/ 34281 w 828"/>
                                  <a:gd name="T11" fmla="*/ 148705 h 5181"/>
                                  <a:gd name="T12" fmla="*/ 78762 w 828"/>
                                  <a:gd name="T13" fmla="*/ 676411 h 5181"/>
                                  <a:gd name="T14" fmla="*/ 138438 w 828"/>
                                  <a:gd name="T15" fmla="*/ 1133383 h 5181"/>
                                  <a:gd name="T16" fmla="*/ 209576 w 828"/>
                                  <a:gd name="T17" fmla="*/ 1518963 h 5181"/>
                                  <a:gd name="T18" fmla="*/ 225402 w 828"/>
                                  <a:gd name="T19" fmla="*/ 1640691 h 5181"/>
                                  <a:gd name="T20" fmla="*/ 200638 w 828"/>
                                  <a:gd name="T21" fmla="*/ 1789396 h 5181"/>
                                  <a:gd name="T22" fmla="*/ 200638 w 828"/>
                                  <a:gd name="T23" fmla="*/ 2094373 h 5181"/>
                                  <a:gd name="T24" fmla="*/ 221616 w 828"/>
                                  <a:gd name="T25" fmla="*/ 2234524 h 5181"/>
                                  <a:gd name="T26" fmla="*/ 327666 w 828"/>
                                  <a:gd name="T27" fmla="*/ 2547068 h 5181"/>
                                  <a:gd name="T28" fmla="*/ 409583 w 828"/>
                                  <a:gd name="T29" fmla="*/ 2718473 h 5181"/>
                                  <a:gd name="T30" fmla="*/ 468628 w 828"/>
                                  <a:gd name="T31" fmla="*/ 2863230 h 5181"/>
                                  <a:gd name="T32" fmla="*/ 481983 w 828"/>
                                  <a:gd name="T33" fmla="*/ 2924094 h 5181"/>
                                  <a:gd name="T34" fmla="*/ 501016 w 828"/>
                                  <a:gd name="T35" fmla="*/ 3027069 h 5181"/>
                                  <a:gd name="T36" fmla="*/ 516263 w 828"/>
                                  <a:gd name="T37" fmla="*/ 3289935 h 5181"/>
                                  <a:gd name="T38" fmla="*/ 525780 w 828"/>
                                  <a:gd name="T39" fmla="*/ 3284342 h 5181"/>
                                  <a:gd name="T40" fmla="*/ 476252 w 828"/>
                                  <a:gd name="T41" fmla="*/ 2870797 h 5181"/>
                                  <a:gd name="T42" fmla="*/ 438132 w 828"/>
                                  <a:gd name="T43" fmla="*/ 2760255 h 5181"/>
                                  <a:gd name="T44" fmla="*/ 363840 w 828"/>
                                  <a:gd name="T45" fmla="*/ 2603984 h 5181"/>
                                  <a:gd name="T46" fmla="*/ 302902 w 828"/>
                                  <a:gd name="T47" fmla="*/ 2440145 h 5181"/>
                                  <a:gd name="T48" fmla="*/ 243857 w 828"/>
                                  <a:gd name="T49" fmla="*/ 2287821 h 5181"/>
                                  <a:gd name="T50" fmla="*/ 213362 w 828"/>
                                  <a:gd name="T51" fmla="*/ 2150631 h 5181"/>
                                  <a:gd name="T52" fmla="*/ 203845 w 828"/>
                                  <a:gd name="T53" fmla="*/ 2022981 h 5181"/>
                                  <a:gd name="T54" fmla="*/ 209576 w 828"/>
                                  <a:gd name="T55" fmla="*/ 1856839 h 5181"/>
                                  <a:gd name="T56" fmla="*/ 235602 w 828"/>
                                  <a:gd name="T57" fmla="*/ 1598250 h 5181"/>
                                  <a:gd name="T58" fmla="*/ 209576 w 828"/>
                                  <a:gd name="T59" fmla="*/ 1387366 h 5181"/>
                                  <a:gd name="T60" fmla="*/ 159995 w 828"/>
                                  <a:gd name="T61" fmla="*/ 1110682 h 5181"/>
                                  <a:gd name="T62" fmla="*/ 146693 w 828"/>
                                  <a:gd name="T63" fmla="*/ 982046 h 5181"/>
                                  <a:gd name="T64" fmla="*/ 123190 w 828"/>
                                  <a:gd name="T65" fmla="*/ 827419 h 5181"/>
                                  <a:gd name="T66" fmla="*/ 113043 w 828"/>
                                  <a:gd name="T67" fmla="*/ 751750 h 5181"/>
                                  <a:gd name="T68" fmla="*/ 85702 w 828"/>
                                  <a:gd name="T69" fmla="*/ 602058 h 5181"/>
                                  <a:gd name="T70" fmla="*/ 55259 w 828"/>
                                  <a:gd name="T71" fmla="*/ 241810 h 5181"/>
                                  <a:gd name="T72" fmla="*/ 38119 w 828"/>
                                  <a:gd name="T73" fmla="*/ 26648 h 5181"/>
                                  <a:gd name="T74" fmla="*/ 15248 w 828"/>
                                  <a:gd name="T75" fmla="*/ 0 h 5181"/>
                                  <a:gd name="T76" fmla="*/ 0 w 828"/>
                                  <a:gd name="T77" fmla="*/ 13489 h 5181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</a:gdLst>
                                <a:ahLst/>
                                <a:cxnLst>
                                  <a:cxn ang="T78">
                                    <a:pos x="T0" y="T1"/>
                                  </a:cxn>
                                  <a:cxn ang="T79">
                                    <a:pos x="T2" y="T3"/>
                                  </a:cxn>
                                  <a:cxn ang="T80">
                                    <a:pos x="T4" y="T5"/>
                                  </a:cxn>
                                  <a:cxn ang="T81">
                                    <a:pos x="T6" y="T7"/>
                                  </a:cxn>
                                  <a:cxn ang="T82">
                                    <a:pos x="T8" y="T9"/>
                                  </a:cxn>
                                  <a:cxn ang="T83">
                                    <a:pos x="T10" y="T11"/>
                                  </a:cxn>
                                  <a:cxn ang="T84">
                                    <a:pos x="T12" y="T13"/>
                                  </a:cxn>
                                  <a:cxn ang="T85">
                                    <a:pos x="T14" y="T15"/>
                                  </a:cxn>
                                  <a:cxn ang="T86">
                                    <a:pos x="T16" y="T17"/>
                                  </a:cxn>
                                  <a:cxn ang="T87">
                                    <a:pos x="T18" y="T19"/>
                                  </a:cxn>
                                  <a:cxn ang="T88">
                                    <a:pos x="T20" y="T21"/>
                                  </a:cxn>
                                  <a:cxn ang="T89">
                                    <a:pos x="T22" y="T23"/>
                                  </a:cxn>
                                  <a:cxn ang="T90">
                                    <a:pos x="T24" y="T25"/>
                                  </a:cxn>
                                  <a:cxn ang="T91">
                                    <a:pos x="T26" y="T27"/>
                                  </a:cxn>
                                  <a:cxn ang="T92">
                                    <a:pos x="T28" y="T29"/>
                                  </a:cxn>
                                  <a:cxn ang="T93">
                                    <a:pos x="T30" y="T31"/>
                                  </a:cxn>
                                  <a:cxn ang="T94">
                                    <a:pos x="T32" y="T33"/>
                                  </a:cxn>
                                  <a:cxn ang="T95">
                                    <a:pos x="T34" y="T35"/>
                                  </a:cxn>
                                  <a:cxn ang="T96">
                                    <a:pos x="T36" y="T37"/>
                                  </a:cxn>
                                  <a:cxn ang="T97">
                                    <a:pos x="T38" y="T39"/>
                                  </a:cxn>
                                  <a:cxn ang="T98">
                                    <a:pos x="T40" y="T41"/>
                                  </a:cxn>
                                  <a:cxn ang="T99">
                                    <a:pos x="T42" y="T43"/>
                                  </a:cxn>
                                  <a:cxn ang="T100">
                                    <a:pos x="T44" y="T45"/>
                                  </a:cxn>
                                  <a:cxn ang="T101">
                                    <a:pos x="T46" y="T47"/>
                                  </a:cxn>
                                  <a:cxn ang="T102">
                                    <a:pos x="T48" y="T49"/>
                                  </a:cxn>
                                  <a:cxn ang="T103">
                                    <a:pos x="T50" y="T51"/>
                                  </a:cxn>
                                  <a:cxn ang="T104">
                                    <a:pos x="T52" y="T53"/>
                                  </a:cxn>
                                  <a:cxn ang="T105">
                                    <a:pos x="T54" y="T55"/>
                                  </a:cxn>
                                  <a:cxn ang="T106">
                                    <a:pos x="T56" y="T57"/>
                                  </a:cxn>
                                  <a:cxn ang="T107">
                                    <a:pos x="T58" y="T59"/>
                                  </a:cxn>
                                  <a:cxn ang="T108">
                                    <a:pos x="T60" y="T61"/>
                                  </a:cxn>
                                  <a:cxn ang="T109">
                                    <a:pos x="T62" y="T63"/>
                                  </a:cxn>
                                  <a:cxn ang="T110">
                                    <a:pos x="T64" y="T65"/>
                                  </a:cxn>
                                  <a:cxn ang="T111">
                                    <a:pos x="T66" y="T67"/>
                                  </a:cxn>
                                  <a:cxn ang="T112">
                                    <a:pos x="T68" y="T69"/>
                                  </a:cxn>
                                  <a:cxn ang="T113">
                                    <a:pos x="T70" y="T71"/>
                                  </a:cxn>
                                  <a:cxn ang="T114">
                                    <a:pos x="T72" y="T73"/>
                                  </a:cxn>
                                  <a:cxn ang="T115">
                                    <a:pos x="T74" y="T75"/>
                                  </a:cxn>
                                  <a:cxn ang="T116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828" h="5181">
                                    <a:moveTo>
                                      <a:pt x="0" y="21"/>
                                    </a:moveTo>
                                    <a:lnTo>
                                      <a:pt x="0" y="99"/>
                                    </a:lnTo>
                                    <a:cubicBezTo>
                                      <a:pt x="1" y="81"/>
                                      <a:pt x="2" y="63"/>
                                      <a:pt x="3" y="45"/>
                                    </a:cubicBezTo>
                                    <a:lnTo>
                                      <a:pt x="30" y="36"/>
                                    </a:lnTo>
                                    <a:lnTo>
                                      <a:pt x="51" y="108"/>
                                    </a:lnTo>
                                    <a:cubicBezTo>
                                      <a:pt x="52" y="150"/>
                                      <a:pt x="53" y="192"/>
                                      <a:pt x="54" y="234"/>
                                    </a:cubicBezTo>
                                    <a:lnTo>
                                      <a:pt x="124" y="1065"/>
                                    </a:lnTo>
                                    <a:lnTo>
                                      <a:pt x="218" y="1785"/>
                                    </a:lnTo>
                                    <a:lnTo>
                                      <a:pt x="330" y="2392"/>
                                    </a:lnTo>
                                    <a:lnTo>
                                      <a:pt x="355" y="2584"/>
                                    </a:lnTo>
                                    <a:lnTo>
                                      <a:pt x="316" y="2818"/>
                                    </a:lnTo>
                                    <a:lnTo>
                                      <a:pt x="316" y="3298"/>
                                    </a:lnTo>
                                    <a:lnTo>
                                      <a:pt x="349" y="3519"/>
                                    </a:lnTo>
                                    <a:lnTo>
                                      <a:pt x="516" y="4011"/>
                                    </a:lnTo>
                                    <a:lnTo>
                                      <a:pt x="645" y="4281"/>
                                    </a:lnTo>
                                    <a:lnTo>
                                      <a:pt x="738" y="4509"/>
                                    </a:lnTo>
                                    <a:lnTo>
                                      <a:pt x="759" y="4605"/>
                                    </a:lnTo>
                                    <a:lnTo>
                                      <a:pt x="789" y="4767"/>
                                    </a:lnTo>
                                    <a:cubicBezTo>
                                      <a:pt x="797" y="4905"/>
                                      <a:pt x="805" y="5043"/>
                                      <a:pt x="813" y="5181"/>
                                    </a:cubicBezTo>
                                    <a:lnTo>
                                      <a:pt x="828" y="5172"/>
                                    </a:lnTo>
                                    <a:lnTo>
                                      <a:pt x="750" y="4521"/>
                                    </a:lnTo>
                                    <a:lnTo>
                                      <a:pt x="690" y="4347"/>
                                    </a:lnTo>
                                    <a:lnTo>
                                      <a:pt x="573" y="4101"/>
                                    </a:lnTo>
                                    <a:lnTo>
                                      <a:pt x="477" y="3843"/>
                                    </a:lnTo>
                                    <a:lnTo>
                                      <a:pt x="384" y="3603"/>
                                    </a:lnTo>
                                    <a:lnTo>
                                      <a:pt x="336" y="3387"/>
                                    </a:lnTo>
                                    <a:lnTo>
                                      <a:pt x="321" y="3186"/>
                                    </a:lnTo>
                                    <a:cubicBezTo>
                                      <a:pt x="324" y="3099"/>
                                      <a:pt x="323" y="3002"/>
                                      <a:pt x="330" y="2924"/>
                                    </a:cubicBezTo>
                                    <a:lnTo>
                                      <a:pt x="362" y="2715"/>
                                    </a:lnTo>
                                    <a:lnTo>
                                      <a:pt x="397" y="2655"/>
                                    </a:lnTo>
                                    <a:lnTo>
                                      <a:pt x="394" y="2569"/>
                                    </a:lnTo>
                                    <a:lnTo>
                                      <a:pt x="371" y="2517"/>
                                    </a:lnTo>
                                    <a:lnTo>
                                      <a:pt x="330" y="2185"/>
                                    </a:lnTo>
                                    <a:lnTo>
                                      <a:pt x="278" y="1890"/>
                                    </a:lnTo>
                                    <a:lnTo>
                                      <a:pt x="282" y="1806"/>
                                    </a:lnTo>
                                    <a:lnTo>
                                      <a:pt x="243" y="1744"/>
                                    </a:lnTo>
                                    <a:lnTo>
                                      <a:pt x="243" y="1695"/>
                                    </a:lnTo>
                                    <a:lnTo>
                                      <a:pt x="272" y="1608"/>
                                    </a:lnTo>
                                    <a:lnTo>
                                      <a:pt x="262" y="1550"/>
                                    </a:lnTo>
                                    <a:lnTo>
                                      <a:pt x="214" y="1477"/>
                                    </a:lnTo>
                                    <a:lnTo>
                                      <a:pt x="194" y="1303"/>
                                    </a:lnTo>
                                    <a:cubicBezTo>
                                      <a:pt x="192" y="1248"/>
                                      <a:pt x="210" y="1208"/>
                                      <a:pt x="200" y="1149"/>
                                    </a:cubicBezTo>
                                    <a:lnTo>
                                      <a:pt x="135" y="948"/>
                                    </a:lnTo>
                                    <a:lnTo>
                                      <a:pt x="87" y="381"/>
                                    </a:lnTo>
                                    <a:lnTo>
                                      <a:pt x="60" y="42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0" y="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B54E0" id="Freeform 825" o:spid="_x0000_s1026" style="position:absolute;margin-left:288.25pt;margin-top:137.75pt;width:41.4pt;height:259.0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8,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" path="m,21l,99c1,81,2,63,3,45l30,36r21,72c52,150,53,192,54,234r70,831l218,1785r112,607l355,2584r-39,234l316,3298r33,221l516,4011r129,270l738,4509r21,96l789,4767v8,138,16,276,24,414l828,5172,750,4521,690,4347,573,4101,477,3843,384,3603,336,3387,321,3186v3,-87,2,-184,9,-262l362,2715r35,-60l394,2569r-23,-52l330,2185,278,1890r4,-84l243,1744r,-49l272,1608r-10,-58l214,1477,194,1303v-2,-55,16,-95,6,-154l135,948,87,381,60,42,24,,,21xe" fillcolor="#333">
                      <v:path arrowok="t" o:connecttype="custom" o:connectlocs="0,8565515;0,39902130;1202055,18174970;12085955,14415135;20566380,43453685;21768435,94427675;50013870,429520985;87908130,719698205;133080760,964541505;143130270,1041838785;127405130,1136266460;127405130,1329926855;140726160,1418922740;208067910,1617388180;260085205,1726230355;297578780,1818151050;306059205,1856799690;318145160,1922188815;327827005,2089108725;333870300,2085557170;302420020,1822956095;278213820,1752761925;231038400,1653529840;192342770,1549492075;154849195,1452766335;135484870,1365650685;129441575,1284592935;133080760,1179092765;149607270,1014888750;133080760,880977410;101596825,705283070;93150055,623599210;78225650,525411065;71782305,477361250;54420770,382306830;35089465,153549350;24205565,16921480;9682480,0;0,8565515" o:connectangles="0,0,0,0,0,0,0,0,0,0,0,0,0,0,0,0,0,0,0,0,0,0,0,0,0,0,0,0,0,0,0,0,0,0,0,0,0,0,0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>
                      <wp:simplePos x="0" y="0"/>
                      <wp:positionH relativeFrom="column">
                        <wp:posOffset>3939540</wp:posOffset>
                      </wp:positionH>
                      <wp:positionV relativeFrom="paragraph">
                        <wp:posOffset>3351530</wp:posOffset>
                      </wp:positionV>
                      <wp:extent cx="437515" cy="1682115"/>
                      <wp:effectExtent l="11430" t="15875" r="17780" b="6985"/>
                      <wp:wrapNone/>
                      <wp:docPr id="108" name="Freeform 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7515" cy="1682115"/>
                              </a:xfrm>
                              <a:custGeom>
                                <a:avLst/>
                                <a:gdLst>
                                  <a:gd name="T0" fmla="*/ 233870500 w 689"/>
                                  <a:gd name="T1" fmla="*/ 1014917325 h 2649"/>
                                  <a:gd name="T2" fmla="*/ 214918925 w 689"/>
                                  <a:gd name="T3" fmla="*/ 818949975 h 2649"/>
                                  <a:gd name="T4" fmla="*/ 185886725 w 689"/>
                                  <a:gd name="T5" fmla="*/ 724595325 h 2649"/>
                                  <a:gd name="T6" fmla="*/ 108467525 w 689"/>
                                  <a:gd name="T7" fmla="*/ 543144075 h 2649"/>
                                  <a:gd name="T8" fmla="*/ 95967550 w 689"/>
                                  <a:gd name="T9" fmla="*/ 480240975 h 2649"/>
                                  <a:gd name="T10" fmla="*/ 62499875 w 689"/>
                                  <a:gd name="T11" fmla="*/ 202418950 h 2649"/>
                                  <a:gd name="T12" fmla="*/ 29032200 w 689"/>
                                  <a:gd name="T13" fmla="*/ 77419200 h 2649"/>
                                  <a:gd name="T14" fmla="*/ 10483850 w 689"/>
                                  <a:gd name="T15" fmla="*/ 14516100 h 2649"/>
                                  <a:gd name="T16" fmla="*/ 27016075 w 689"/>
                                  <a:gd name="T17" fmla="*/ 14516100 h 2649"/>
                                  <a:gd name="T18" fmla="*/ 154435175 w 689"/>
                                  <a:gd name="T19" fmla="*/ 177419000 h 2649"/>
                                  <a:gd name="T20" fmla="*/ 194354450 w 689"/>
                                  <a:gd name="T21" fmla="*/ 296773600 h 2649"/>
                                  <a:gd name="T22" fmla="*/ 204435075 w 689"/>
                                  <a:gd name="T23" fmla="*/ 536692475 h 2649"/>
                                  <a:gd name="T24" fmla="*/ 214918925 w 689"/>
                                  <a:gd name="T25" fmla="*/ 680240575 h 2649"/>
                                  <a:gd name="T26" fmla="*/ 248386600 w 689"/>
                                  <a:gd name="T27" fmla="*/ 799998400 h 2649"/>
                                  <a:gd name="T28" fmla="*/ 267338175 w 689"/>
                                  <a:gd name="T29" fmla="*/ 954433575 h 2649"/>
                                  <a:gd name="T30" fmla="*/ 279838150 w 689"/>
                                  <a:gd name="T31" fmla="*/ 1067336575 h 2649"/>
                                  <a:gd name="T32" fmla="*/ 281854275 w 689"/>
                                  <a:gd name="T33" fmla="*/ 983062550 h 2649"/>
                                  <a:gd name="T34" fmla="*/ 254838200 w 689"/>
                                  <a:gd name="T35" fmla="*/ 822982225 h 2649"/>
                                  <a:gd name="T36" fmla="*/ 220160850 w 689"/>
                                  <a:gd name="T37" fmla="*/ 655643850 h 2649"/>
                                  <a:gd name="T38" fmla="*/ 208467325 w 689"/>
                                  <a:gd name="T39" fmla="*/ 474999050 h 2649"/>
                                  <a:gd name="T40" fmla="*/ 197177025 w 689"/>
                                  <a:gd name="T41" fmla="*/ 283870400 h 2649"/>
                                  <a:gd name="T42" fmla="*/ 171370625 w 689"/>
                                  <a:gd name="T43" fmla="*/ 192338325 h 2649"/>
                                  <a:gd name="T44" fmla="*/ 68951475 w 689"/>
                                  <a:gd name="T45" fmla="*/ 64919225 h 2649"/>
                                  <a:gd name="T46" fmla="*/ 24999950 w 689"/>
                                  <a:gd name="T47" fmla="*/ 0 h 2649"/>
                                  <a:gd name="T48" fmla="*/ 5645150 w 689"/>
                                  <a:gd name="T49" fmla="*/ 8467725 h 2649"/>
                                  <a:gd name="T50" fmla="*/ 0 w 689"/>
                                  <a:gd name="T51" fmla="*/ 31451550 h 2649"/>
                                  <a:gd name="T52" fmla="*/ 24999950 w 689"/>
                                  <a:gd name="T53" fmla="*/ 114919125 h 2649"/>
                                  <a:gd name="T54" fmla="*/ 60483750 w 689"/>
                                  <a:gd name="T55" fmla="*/ 256854325 h 2649"/>
                                  <a:gd name="T56" fmla="*/ 72983725 w 689"/>
                                  <a:gd name="T57" fmla="*/ 411289500 h 2649"/>
                                  <a:gd name="T58" fmla="*/ 104435275 w 689"/>
                                  <a:gd name="T59" fmla="*/ 541127950 h 2649"/>
                                  <a:gd name="T60" fmla="*/ 156451300 w 689"/>
                                  <a:gd name="T61" fmla="*/ 665321250 h 2649"/>
                                  <a:gd name="T62" fmla="*/ 197177025 w 689"/>
                                  <a:gd name="T63" fmla="*/ 764514600 h 2649"/>
                                  <a:gd name="T64" fmla="*/ 220160850 w 689"/>
                                  <a:gd name="T65" fmla="*/ 886288550 h 2649"/>
                                  <a:gd name="T66" fmla="*/ 233870500 w 689"/>
                                  <a:gd name="T67" fmla="*/ 1014917325 h 2649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</a:gdLst>
                                <a:ahLst/>
                                <a:cxnLst>
                                  <a:cxn ang="T68">
                                    <a:pos x="T0" y="T1"/>
                                  </a:cxn>
                                  <a:cxn ang="T69">
                                    <a:pos x="T2" y="T3"/>
                                  </a:cxn>
                                  <a:cxn ang="T70">
                                    <a:pos x="T4" y="T5"/>
                                  </a:cxn>
                                  <a:cxn ang="T71">
                                    <a:pos x="T6" y="T7"/>
                                  </a:cxn>
                                  <a:cxn ang="T72">
                                    <a:pos x="T8" y="T9"/>
                                  </a:cxn>
                                  <a:cxn ang="T73">
                                    <a:pos x="T10" y="T11"/>
                                  </a:cxn>
                                  <a:cxn ang="T74">
                                    <a:pos x="T12" y="T13"/>
                                  </a:cxn>
                                  <a:cxn ang="T75">
                                    <a:pos x="T14" y="T15"/>
                                  </a:cxn>
                                  <a:cxn ang="T76">
                                    <a:pos x="T16" y="T17"/>
                                  </a:cxn>
                                  <a:cxn ang="T77">
                                    <a:pos x="T18" y="T19"/>
                                  </a:cxn>
                                  <a:cxn ang="T78">
                                    <a:pos x="T20" y="T21"/>
                                  </a:cxn>
                                  <a:cxn ang="T79">
                                    <a:pos x="T22" y="T23"/>
                                  </a:cxn>
                                  <a:cxn ang="T80">
                                    <a:pos x="T24" y="T25"/>
                                  </a:cxn>
                                  <a:cxn ang="T81">
                                    <a:pos x="T26" y="T27"/>
                                  </a:cxn>
                                  <a:cxn ang="T82">
                                    <a:pos x="T28" y="T29"/>
                                  </a:cxn>
                                  <a:cxn ang="T83">
                                    <a:pos x="T30" y="T31"/>
                                  </a:cxn>
                                  <a:cxn ang="T84">
                                    <a:pos x="T32" y="T33"/>
                                  </a:cxn>
                                  <a:cxn ang="T85">
                                    <a:pos x="T34" y="T35"/>
                                  </a:cxn>
                                  <a:cxn ang="T86">
                                    <a:pos x="T36" y="T37"/>
                                  </a:cxn>
                                  <a:cxn ang="T87">
                                    <a:pos x="T38" y="T39"/>
                                  </a:cxn>
                                  <a:cxn ang="T88">
                                    <a:pos x="T40" y="T41"/>
                                  </a:cxn>
                                  <a:cxn ang="T89">
                                    <a:pos x="T42" y="T43"/>
                                  </a:cxn>
                                  <a:cxn ang="T90">
                                    <a:pos x="T44" y="T45"/>
                                  </a:cxn>
                                  <a:cxn ang="T91">
                                    <a:pos x="T46" y="T47"/>
                                  </a:cxn>
                                  <a:cxn ang="T92">
                                    <a:pos x="T48" y="T49"/>
                                  </a:cxn>
                                  <a:cxn ang="T93">
                                    <a:pos x="T50" y="T51"/>
                                  </a:cxn>
                                  <a:cxn ang="T94">
                                    <a:pos x="T52" y="T53"/>
                                  </a:cxn>
                                  <a:cxn ang="T95">
                                    <a:pos x="T54" y="T55"/>
                                  </a:cxn>
                                  <a:cxn ang="T96">
                                    <a:pos x="T56" y="T57"/>
                                  </a:cxn>
                                  <a:cxn ang="T97">
                                    <a:pos x="T58" y="T59"/>
                                  </a:cxn>
                                  <a:cxn ang="T98">
                                    <a:pos x="T60" y="T61"/>
                                  </a:cxn>
                                  <a:cxn ang="T99">
                                    <a:pos x="T62" y="T63"/>
                                  </a:cxn>
                                  <a:cxn ang="T100">
                                    <a:pos x="T64" y="T65"/>
                                  </a:cxn>
                                  <a:cxn ang="T101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689" h="2649">
                                    <a:moveTo>
                                      <a:pt x="575" y="2519"/>
                                    </a:moveTo>
                                    <a:lnTo>
                                      <a:pt x="528" y="2033"/>
                                    </a:lnTo>
                                    <a:lnTo>
                                      <a:pt x="456" y="1799"/>
                                    </a:lnTo>
                                    <a:lnTo>
                                      <a:pt x="264" y="1349"/>
                                    </a:lnTo>
                                    <a:lnTo>
                                      <a:pt x="233" y="1193"/>
                                    </a:lnTo>
                                    <a:lnTo>
                                      <a:pt x="150" y="504"/>
                                    </a:lnTo>
                                    <a:lnTo>
                                      <a:pt x="67" y="194"/>
                                    </a:lnTo>
                                    <a:lnTo>
                                      <a:pt x="21" y="38"/>
                                    </a:lnTo>
                                    <a:lnTo>
                                      <a:pt x="62" y="38"/>
                                    </a:lnTo>
                                    <a:lnTo>
                                      <a:pt x="313" y="381"/>
                                    </a:lnTo>
                                    <a:lnTo>
                                      <a:pt x="397" y="483"/>
                                    </a:lnTo>
                                    <a:lnTo>
                                      <a:pt x="436" y="603"/>
                                    </a:lnTo>
                                    <a:lnTo>
                                      <a:pt x="477" y="738"/>
                                    </a:lnTo>
                                    <a:lnTo>
                                      <a:pt x="502" y="1333"/>
                                    </a:lnTo>
                                    <a:lnTo>
                                      <a:pt x="528" y="1689"/>
                                    </a:lnTo>
                                    <a:lnTo>
                                      <a:pt x="611" y="1986"/>
                                    </a:lnTo>
                                    <a:lnTo>
                                      <a:pt x="658" y="2369"/>
                                    </a:lnTo>
                                    <a:lnTo>
                                      <a:pt x="689" y="2649"/>
                                    </a:lnTo>
                                    <a:lnTo>
                                      <a:pt x="685" y="2427"/>
                                    </a:lnTo>
                                    <a:lnTo>
                                      <a:pt x="627" y="2043"/>
                                    </a:lnTo>
                                    <a:lnTo>
                                      <a:pt x="541" y="1628"/>
                                    </a:lnTo>
                                    <a:lnTo>
                                      <a:pt x="512" y="1180"/>
                                    </a:lnTo>
                                    <a:lnTo>
                                      <a:pt x="481" y="720"/>
                                    </a:lnTo>
                                    <a:lnTo>
                                      <a:pt x="400" y="468"/>
                                    </a:lnTo>
                                    <a:lnTo>
                                      <a:pt x="166" y="163"/>
                                    </a:lnTo>
                                    <a:lnTo>
                                      <a:pt x="57" y="2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" y="27"/>
                                    </a:lnTo>
                                    <a:lnTo>
                                      <a:pt x="4" y="63"/>
                                    </a:lnTo>
                                    <a:lnTo>
                                      <a:pt x="1" y="116"/>
                                    </a:lnTo>
                                    <a:lnTo>
                                      <a:pt x="0" y="180"/>
                                    </a:lnTo>
                                    <a:lnTo>
                                      <a:pt x="64" y="282"/>
                                    </a:lnTo>
                                    <a:lnTo>
                                      <a:pt x="103" y="399"/>
                                    </a:lnTo>
                                    <a:lnTo>
                                      <a:pt x="145" y="639"/>
                                    </a:lnTo>
                                    <a:lnTo>
                                      <a:pt x="172" y="885"/>
                                    </a:lnTo>
                                    <a:lnTo>
                                      <a:pt x="199" y="1083"/>
                                    </a:lnTo>
                                    <a:lnTo>
                                      <a:pt x="254" y="1344"/>
                                    </a:lnTo>
                                    <a:lnTo>
                                      <a:pt x="383" y="1652"/>
                                    </a:lnTo>
                                    <a:lnTo>
                                      <a:pt x="484" y="1898"/>
                                    </a:lnTo>
                                    <a:lnTo>
                                      <a:pt x="523" y="2064"/>
                                    </a:lnTo>
                                    <a:lnTo>
                                      <a:pt x="541" y="2200"/>
                                    </a:lnTo>
                                    <a:lnTo>
                                      <a:pt x="575" y="25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C5AF9" id="Freeform 827" o:spid="_x0000_s1026" style="position:absolute;margin-left:310.2pt;margin-top:263.9pt;width:34.45pt;height:132.4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9,2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" path="m575,2519l528,2033,456,1799,264,1349,233,1193,150,504,67,194,21,38r41,l313,381r84,102l436,603r41,135l502,1333r26,356l611,1986r47,383l689,2649r-4,-222l627,2043,541,1628,512,1180,481,720,400,468,166,163,57,2,16,,1,27,4,63,1,116,,180,64,282r39,117l145,639r27,246l199,1083r55,261l383,1652r101,246l523,2064r18,136l575,2519xe" fillcolor="#333">
      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0,2147483646;2147483646,2147483646;2147483646,2147483646;2147483646,2147483646;2147483646,2147483646;2147483646,2147483646;2147483646,2147483646;2147483646,2147483646;2147483646,2147483646" o:connectangles="0,0,0,0,0,0,0,0,0,0,0,0,0,0,0,0,0,0,0,0,0,0,0,0,0,0,0,0,0,0,0,0,0,0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3499485</wp:posOffset>
                      </wp:positionV>
                      <wp:extent cx="380365" cy="1526540"/>
                      <wp:effectExtent l="10160" t="20955" r="28575" b="5080"/>
                      <wp:wrapNone/>
                      <wp:docPr id="107" name="Freeform 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0365" cy="1526540"/>
                              </a:xfrm>
                              <a:custGeom>
                                <a:avLst/>
                                <a:gdLst>
                                  <a:gd name="T0" fmla="*/ 204435075 w 599"/>
                                  <a:gd name="T1" fmla="*/ 977417400 h 2404"/>
                                  <a:gd name="T2" fmla="*/ 183467375 w 599"/>
                                  <a:gd name="T3" fmla="*/ 747579150 h 2404"/>
                                  <a:gd name="T4" fmla="*/ 118951375 w 599"/>
                                  <a:gd name="T5" fmla="*/ 578627875 h 2404"/>
                                  <a:gd name="T6" fmla="*/ 29032200 w 599"/>
                                  <a:gd name="T7" fmla="*/ 369757325 h 2404"/>
                                  <a:gd name="T8" fmla="*/ 0 w 599"/>
                                  <a:gd name="T9" fmla="*/ 223386650 h 2404"/>
                                  <a:gd name="T10" fmla="*/ 4838700 w 599"/>
                                  <a:gd name="T11" fmla="*/ 13709650 h 2404"/>
                                  <a:gd name="T12" fmla="*/ 16532225 w 599"/>
                                  <a:gd name="T13" fmla="*/ 0 h 2404"/>
                                  <a:gd name="T14" fmla="*/ 31048325 w 599"/>
                                  <a:gd name="T15" fmla="*/ 16532225 h 2404"/>
                                  <a:gd name="T16" fmla="*/ 56048275 w 599"/>
                                  <a:gd name="T17" fmla="*/ 99999800 h 2404"/>
                                  <a:gd name="T18" fmla="*/ 91532075 w 599"/>
                                  <a:gd name="T19" fmla="*/ 340321900 h 2404"/>
                                  <a:gd name="T20" fmla="*/ 137499725 w 599"/>
                                  <a:gd name="T21" fmla="*/ 526208625 h 2404"/>
                                  <a:gd name="T22" fmla="*/ 197983475 w 599"/>
                                  <a:gd name="T23" fmla="*/ 662095450 h 2404"/>
                                  <a:gd name="T24" fmla="*/ 233467275 w 599"/>
                                  <a:gd name="T25" fmla="*/ 774998450 h 2404"/>
                                  <a:gd name="T26" fmla="*/ 243951125 w 599"/>
                                  <a:gd name="T27" fmla="*/ 935482000 h 2404"/>
                                  <a:gd name="T28" fmla="*/ 226209225 w 599"/>
                                  <a:gd name="T29" fmla="*/ 774998450 h 2404"/>
                                  <a:gd name="T30" fmla="*/ 197983475 w 599"/>
                                  <a:gd name="T31" fmla="*/ 668143825 h 2404"/>
                                  <a:gd name="T32" fmla="*/ 139515850 w 599"/>
                                  <a:gd name="T33" fmla="*/ 545160200 h 2404"/>
                                  <a:gd name="T34" fmla="*/ 107257850 w 599"/>
                                  <a:gd name="T35" fmla="*/ 459273275 h 2404"/>
                                  <a:gd name="T36" fmla="*/ 89515950 w 599"/>
                                  <a:gd name="T37" fmla="*/ 352821875 h 2404"/>
                                  <a:gd name="T38" fmla="*/ 62499875 w 599"/>
                                  <a:gd name="T39" fmla="*/ 154435175 h 2404"/>
                                  <a:gd name="T40" fmla="*/ 39516050 w 599"/>
                                  <a:gd name="T41" fmla="*/ 43951525 h 2404"/>
                                  <a:gd name="T42" fmla="*/ 22580600 w 599"/>
                                  <a:gd name="T43" fmla="*/ 20161250 h 2404"/>
                                  <a:gd name="T44" fmla="*/ 10080625 w 599"/>
                                  <a:gd name="T45" fmla="*/ 74999850 h 2404"/>
                                  <a:gd name="T46" fmla="*/ 10080625 w 599"/>
                                  <a:gd name="T47" fmla="*/ 229838250 h 2404"/>
                                  <a:gd name="T48" fmla="*/ 37499925 w 599"/>
                                  <a:gd name="T49" fmla="*/ 375805700 h 2404"/>
                                  <a:gd name="T50" fmla="*/ 93548200 w 599"/>
                                  <a:gd name="T51" fmla="*/ 511692525 h 2404"/>
                                  <a:gd name="T52" fmla="*/ 170967400 w 599"/>
                                  <a:gd name="T53" fmla="*/ 693547000 h 2404"/>
                                  <a:gd name="T54" fmla="*/ 191935100 w 599"/>
                                  <a:gd name="T55" fmla="*/ 762498475 h 2404"/>
                                  <a:gd name="T56" fmla="*/ 204435075 w 599"/>
                                  <a:gd name="T57" fmla="*/ 977417400 h 2404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</a:gdLst>
                                <a:ahLst/>
                                <a:cxnLst>
                                  <a:cxn ang="T58">
                                    <a:pos x="T0" y="T1"/>
                                  </a:cxn>
                                  <a:cxn ang="T59">
                                    <a:pos x="T2" y="T3"/>
                                  </a:cxn>
                                  <a:cxn ang="T60">
                                    <a:pos x="T4" y="T5"/>
                                  </a:cxn>
                                  <a:cxn ang="T61">
                                    <a:pos x="T6" y="T7"/>
                                  </a:cxn>
                                  <a:cxn ang="T62">
                                    <a:pos x="T8" y="T9"/>
                                  </a:cxn>
                                  <a:cxn ang="T63">
                                    <a:pos x="T10" y="T11"/>
                                  </a:cxn>
                                  <a:cxn ang="T64">
                                    <a:pos x="T12" y="T13"/>
                                  </a:cxn>
                                  <a:cxn ang="T65">
                                    <a:pos x="T14" y="T15"/>
                                  </a:cxn>
                                  <a:cxn ang="T66">
                                    <a:pos x="T16" y="T17"/>
                                  </a:cxn>
                                  <a:cxn ang="T67">
                                    <a:pos x="T18" y="T19"/>
                                  </a:cxn>
                                  <a:cxn ang="T68">
                                    <a:pos x="T20" y="T21"/>
                                  </a:cxn>
                                  <a:cxn ang="T69">
                                    <a:pos x="T22" y="T23"/>
                                  </a:cxn>
                                  <a:cxn ang="T70">
                                    <a:pos x="T24" y="T25"/>
                                  </a:cxn>
                                  <a:cxn ang="T71">
                                    <a:pos x="T26" y="T27"/>
                                  </a:cxn>
                                  <a:cxn ang="T72">
                                    <a:pos x="T28" y="T29"/>
                                  </a:cxn>
                                  <a:cxn ang="T73">
                                    <a:pos x="T30" y="T31"/>
                                  </a:cxn>
                                  <a:cxn ang="T74">
                                    <a:pos x="T32" y="T33"/>
                                  </a:cxn>
                                  <a:cxn ang="T75">
                                    <a:pos x="T34" y="T35"/>
                                  </a:cxn>
                                  <a:cxn ang="T76">
                                    <a:pos x="T36" y="T37"/>
                                  </a:cxn>
                                  <a:cxn ang="T77">
                                    <a:pos x="T38" y="T39"/>
                                  </a:cxn>
                                  <a:cxn ang="T78">
                                    <a:pos x="T40" y="T41"/>
                                  </a:cxn>
                                  <a:cxn ang="T79">
                                    <a:pos x="T42" y="T43"/>
                                  </a:cxn>
                                  <a:cxn ang="T80">
                                    <a:pos x="T44" y="T45"/>
                                  </a:cxn>
                                  <a:cxn ang="T81">
                                    <a:pos x="T46" y="T47"/>
                                  </a:cxn>
                                  <a:cxn ang="T82">
                                    <a:pos x="T48" y="T49"/>
                                  </a:cxn>
                                  <a:cxn ang="T83">
                                    <a:pos x="T50" y="T51"/>
                                  </a:cxn>
                                  <a:cxn ang="T84">
                                    <a:pos x="T52" y="T53"/>
                                  </a:cxn>
                                  <a:cxn ang="T85">
                                    <a:pos x="T54" y="T55"/>
                                  </a:cxn>
                                  <a:cxn ang="T86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599" h="2404">
                                    <a:moveTo>
                                      <a:pt x="501" y="2404"/>
                                    </a:moveTo>
                                    <a:lnTo>
                                      <a:pt x="450" y="1854"/>
                                    </a:lnTo>
                                    <a:lnTo>
                                      <a:pt x="390" y="1638"/>
                                    </a:lnTo>
                                    <a:lnTo>
                                      <a:pt x="289" y="1415"/>
                                    </a:lnTo>
                                    <a:lnTo>
                                      <a:pt x="213" y="1236"/>
                                    </a:lnTo>
                                    <a:lnTo>
                                      <a:pt x="117" y="987"/>
                                    </a:lnTo>
                                    <a:lnTo>
                                      <a:pt x="69" y="861"/>
                                    </a:lnTo>
                                    <a:lnTo>
                                      <a:pt x="0" y="546"/>
                                    </a:lnTo>
                                    <a:lnTo>
                                      <a:pt x="0" y="276"/>
                                    </a:lnTo>
                                    <a:lnTo>
                                      <a:pt x="24" y="33"/>
                                    </a:lnTo>
                                    <a:lnTo>
                                      <a:pt x="42" y="0"/>
                                    </a:lnTo>
                                    <a:lnTo>
                                      <a:pt x="71" y="21"/>
                                    </a:lnTo>
                                    <a:lnTo>
                                      <a:pt x="133" y="228"/>
                                    </a:lnTo>
                                    <a:lnTo>
                                      <a:pt x="210" y="693"/>
                                    </a:lnTo>
                                    <a:lnTo>
                                      <a:pt x="261" y="1026"/>
                                    </a:lnTo>
                                    <a:lnTo>
                                      <a:pt x="288" y="1143"/>
                                    </a:lnTo>
                                    <a:lnTo>
                                      <a:pt x="335" y="1285"/>
                                    </a:lnTo>
                                    <a:lnTo>
                                      <a:pt x="426" y="1452"/>
                                    </a:lnTo>
                                    <a:lnTo>
                                      <a:pt x="485" y="1622"/>
                                    </a:lnTo>
                                    <a:lnTo>
                                      <a:pt x="534" y="1746"/>
                                    </a:lnTo>
                                    <a:lnTo>
                                      <a:pt x="573" y="1902"/>
                                    </a:lnTo>
                                    <a:lnTo>
                                      <a:pt x="599" y="2300"/>
                                    </a:lnTo>
                                    <a:lnTo>
                                      <a:pt x="555" y="1902"/>
                                    </a:lnTo>
                                    <a:lnTo>
                                      <a:pt x="485" y="1637"/>
                                    </a:lnTo>
                                    <a:lnTo>
                                      <a:pt x="340" y="1332"/>
                                    </a:lnTo>
                                    <a:lnTo>
                                      <a:pt x="260" y="1119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49" y="363"/>
                                    </a:lnTo>
                                    <a:lnTo>
                                      <a:pt x="92" y="89"/>
                                    </a:lnTo>
                                    <a:lnTo>
                                      <a:pt x="50" y="30"/>
                                    </a:lnTo>
                                    <a:lnTo>
                                      <a:pt x="15" y="291"/>
                                    </a:lnTo>
                                    <a:lnTo>
                                      <a:pt x="19" y="550"/>
                                    </a:lnTo>
                                    <a:lnTo>
                                      <a:pt x="108" y="912"/>
                                    </a:lnTo>
                                    <a:lnTo>
                                      <a:pt x="243" y="1245"/>
                                    </a:lnTo>
                                    <a:lnTo>
                                      <a:pt x="282" y="1347"/>
                                    </a:lnTo>
                                    <a:lnTo>
                                      <a:pt x="418" y="1700"/>
                                    </a:lnTo>
                                    <a:lnTo>
                                      <a:pt x="444" y="1758"/>
                                    </a:lnTo>
                                    <a:lnTo>
                                      <a:pt x="470" y="1871"/>
                                    </a:lnTo>
                                    <a:lnTo>
                                      <a:pt x="501" y="24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34FEE" id="Freeform 826" o:spid="_x0000_s1026" style="position:absolute;margin-left:306.35pt;margin-top:275.55pt;width:29.95pt;height:120.2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9,2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" path="m501,2404l450,1854,390,1638,289,1415,213,1236,117,987,69,861,,546,,276,24,33,42,,71,21r62,207l210,693r51,333l288,1143r47,142l426,1452r59,170l534,1746r39,156l599,2300,555,1902,485,1637,340,1332,260,1119,216,855,149,363,92,89,50,30,15,291r4,259l108,912r135,333l282,1347r136,353l444,1758r26,113l501,2404xe" fillcolor="#333">
                      <v:path arrowok="t" o:connecttype="custom" o:connectlocs="2147483646,2147483646;2147483646,2147483646;2147483646,2147483646;2147483646,2147483646;0,2147483646;2147483646,2147483646;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>
                      <wp:simplePos x="0" y="0"/>
                      <wp:positionH relativeFrom="column">
                        <wp:posOffset>3427095</wp:posOffset>
                      </wp:positionH>
                      <wp:positionV relativeFrom="paragraph">
                        <wp:posOffset>1091565</wp:posOffset>
                      </wp:positionV>
                      <wp:extent cx="229870" cy="687070"/>
                      <wp:effectExtent l="22860" t="22860" r="13970" b="61595"/>
                      <wp:wrapNone/>
                      <wp:docPr id="106" name="Freeform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9870" cy="687070"/>
                              </a:xfrm>
                              <a:custGeom>
                                <a:avLst/>
                                <a:gdLst>
                                  <a:gd name="T0" fmla="*/ 0 w 362"/>
                                  <a:gd name="T1" fmla="*/ 0 h 1082"/>
                                  <a:gd name="T2" fmla="*/ 93548200 w 362"/>
                                  <a:gd name="T3" fmla="*/ 129032000 h 1082"/>
                                  <a:gd name="T4" fmla="*/ 137499725 w 362"/>
                                  <a:gd name="T5" fmla="*/ 257660775 h 1082"/>
                                  <a:gd name="T6" fmla="*/ 146370675 w 362"/>
                                  <a:gd name="T7" fmla="*/ 356047675 h 1082"/>
                                  <a:gd name="T8" fmla="*/ 113709450 w 362"/>
                                  <a:gd name="T9" fmla="*/ 452015225 h 1082"/>
                                  <a:gd name="T10" fmla="*/ 137499725 w 362"/>
                                  <a:gd name="T11" fmla="*/ 313305825 h 1082"/>
                                  <a:gd name="T12" fmla="*/ 123790075 w 362"/>
                                  <a:gd name="T13" fmla="*/ 224999550 h 1082"/>
                                  <a:gd name="T14" fmla="*/ 0 w 362"/>
                                  <a:gd name="T15" fmla="*/ 0 h 1082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62" h="1082">
                                    <a:moveTo>
                                      <a:pt x="0" y="0"/>
                                    </a:moveTo>
                                    <a:lnTo>
                                      <a:pt x="58" y="31"/>
                                    </a:lnTo>
                                    <a:lnTo>
                                      <a:pt x="208" y="366"/>
                                    </a:lnTo>
                                    <a:lnTo>
                                      <a:pt x="342" y="651"/>
                                    </a:lnTo>
                                    <a:lnTo>
                                      <a:pt x="356" y="746"/>
                                    </a:lnTo>
                                    <a:lnTo>
                                      <a:pt x="362" y="909"/>
                                    </a:lnTo>
                                    <a:lnTo>
                                      <a:pt x="296" y="1082"/>
                                    </a:lnTo>
                                    <a:lnTo>
                                      <a:pt x="327" y="913"/>
                                    </a:lnTo>
                                    <a:lnTo>
                                      <a:pt x="322" y="6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8E0A5" id="Freeform 824" o:spid="_x0000_s1026" style="position:absolute;margin-left:269.85pt;margin-top:85.95pt;width:18.1pt;height:54.1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2,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" path="m,l58,31,208,366,342,651r14,95l362,909r-66,173l327,913,322,665,,xe" fillcolor="#333">
                      <v:path arrowok="t" o:connecttype="custom" o:connectlocs="0,0;2147483646,2147483646;2147483646,2147483646;2147483646,2147483646;2147483646,2147483646;2147483646,2147483646;2147483646,2147483646;0,0" o:connectangles="0,0,0,0,0,0,0,0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>
                      <wp:simplePos x="0" y="0"/>
                      <wp:positionH relativeFrom="column">
                        <wp:posOffset>3298825</wp:posOffset>
                      </wp:positionH>
                      <wp:positionV relativeFrom="paragraph">
                        <wp:posOffset>107950</wp:posOffset>
                      </wp:positionV>
                      <wp:extent cx="1115060" cy="4926965"/>
                      <wp:effectExtent l="18415" t="10795" r="19050" b="5715"/>
                      <wp:wrapNone/>
                      <wp:docPr id="105" name="Freeform 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5060" cy="4926965"/>
                              </a:xfrm>
                              <a:custGeom>
                                <a:avLst/>
                                <a:gdLst>
                                  <a:gd name="T0" fmla="*/ 1107478 w 10000"/>
                                  <a:gd name="T1" fmla="*/ 4926965 h 10000"/>
                                  <a:gd name="T2" fmla="*/ 1115060 w 10000"/>
                                  <a:gd name="T3" fmla="*/ 4795415 h 10000"/>
                                  <a:gd name="T4" fmla="*/ 1092201 w 10000"/>
                                  <a:gd name="T5" fmla="*/ 4610654 h 10000"/>
                                  <a:gd name="T6" fmla="*/ 1061760 w 10000"/>
                                  <a:gd name="T7" fmla="*/ 4459889 h 10000"/>
                                  <a:gd name="T8" fmla="*/ 1032546 w 10000"/>
                                  <a:gd name="T9" fmla="*/ 4299762 h 10000"/>
                                  <a:gd name="T10" fmla="*/ 1014147 w 10000"/>
                                  <a:gd name="T11" fmla="*/ 4180037 h 10000"/>
                                  <a:gd name="T12" fmla="*/ 995637 w 10000"/>
                                  <a:gd name="T13" fmla="*/ 3895751 h 10000"/>
                                  <a:gd name="T14" fmla="*/ 967092 w 10000"/>
                                  <a:gd name="T15" fmla="*/ 3644476 h 10000"/>
                                  <a:gd name="T16" fmla="*/ 945459 w 10000"/>
                                  <a:gd name="T17" fmla="*/ 3553327 h 10000"/>
                                  <a:gd name="T18" fmla="*/ 928399 w 10000"/>
                                  <a:gd name="T19" fmla="*/ 3517360 h 10000"/>
                                  <a:gd name="T20" fmla="*/ 769614 w 10000"/>
                                  <a:gd name="T21" fmla="*/ 3286286 h 10000"/>
                                  <a:gd name="T22" fmla="*/ 661677 w 10000"/>
                                  <a:gd name="T23" fmla="*/ 3166068 h 10000"/>
                                  <a:gd name="T24" fmla="*/ 608377 w 10000"/>
                                  <a:gd name="T25" fmla="*/ 2931051 h 10000"/>
                                  <a:gd name="T26" fmla="*/ 523186 w 10000"/>
                                  <a:gd name="T27" fmla="*/ 2390563 h 10000"/>
                                  <a:gd name="T28" fmla="*/ 470555 w 10000"/>
                                  <a:gd name="T29" fmla="*/ 1726409 h 10000"/>
                                  <a:gd name="T30" fmla="*/ 404544 w 10000"/>
                                  <a:gd name="T31" fmla="*/ 1387926 h 10000"/>
                                  <a:gd name="T32" fmla="*/ 302850 w 10000"/>
                                  <a:gd name="T33" fmla="*/ 1131724 h 10000"/>
                                  <a:gd name="T34" fmla="*/ 206955 w 10000"/>
                                  <a:gd name="T35" fmla="*/ 941050 h 10000"/>
                                  <a:gd name="T36" fmla="*/ 33006 w 10000"/>
                                  <a:gd name="T37" fmla="*/ 489740 h 10000"/>
                                  <a:gd name="T38" fmla="*/ 0 w 10000"/>
                                  <a:gd name="T39" fmla="*/ 0 h 10000"/>
                                  <a:gd name="T40" fmla="*/ 16503 w 10000"/>
                                  <a:gd name="T41" fmla="*/ 512897 h 10000"/>
                                  <a:gd name="T42" fmla="*/ 189895 w 10000"/>
                                  <a:gd name="T43" fmla="*/ 950412 h 10000"/>
                                  <a:gd name="T44" fmla="*/ 325709 w 10000"/>
                                  <a:gd name="T45" fmla="*/ 1233219 h 10000"/>
                                  <a:gd name="T46" fmla="*/ 394954 w 10000"/>
                                  <a:gd name="T47" fmla="*/ 1397780 h 10000"/>
                                  <a:gd name="T48" fmla="*/ 434316 w 10000"/>
                                  <a:gd name="T49" fmla="*/ 1614566 h 10000"/>
                                  <a:gd name="T50" fmla="*/ 460408 w 10000"/>
                                  <a:gd name="T51" fmla="*/ 1848597 h 10000"/>
                                  <a:gd name="T52" fmla="*/ 582284 w 10000"/>
                                  <a:gd name="T53" fmla="*/ 2855669 h 10000"/>
                                  <a:gd name="T54" fmla="*/ 651530 w 10000"/>
                                  <a:gd name="T55" fmla="*/ 3177400 h 10000"/>
                                  <a:gd name="T56" fmla="*/ 743634 w 10000"/>
                                  <a:gd name="T57" fmla="*/ 3282837 h 10000"/>
                                  <a:gd name="T58" fmla="*/ 903645 w 10000"/>
                                  <a:gd name="T59" fmla="*/ 3478930 h 10000"/>
                                  <a:gd name="T60" fmla="*/ 934086 w 10000"/>
                                  <a:gd name="T61" fmla="*/ 3551356 h 10000"/>
                                  <a:gd name="T62" fmla="*/ 953822 w 10000"/>
                                  <a:gd name="T63" fmla="*/ 3638564 h 10000"/>
                                  <a:gd name="T64" fmla="*/ 967092 w 10000"/>
                                  <a:gd name="T65" fmla="*/ 3703107 h 10000"/>
                                  <a:gd name="T66" fmla="*/ 986271 w 10000"/>
                                  <a:gd name="T67" fmla="*/ 3883434 h 10000"/>
                                  <a:gd name="T68" fmla="*/ 1008349 w 10000"/>
                                  <a:gd name="T69" fmla="*/ 4216497 h 10000"/>
                                  <a:gd name="T70" fmla="*/ 1017269 w 10000"/>
                                  <a:gd name="T71" fmla="*/ 4269215 h 10000"/>
                                  <a:gd name="T72" fmla="*/ 1039459 w 10000"/>
                                  <a:gd name="T73" fmla="*/ 4378101 h 10000"/>
                                  <a:gd name="T74" fmla="*/ 1082054 w 10000"/>
                                  <a:gd name="T75" fmla="*/ 4634796 h 10000"/>
                                  <a:gd name="T76" fmla="*/ 1103575 w 10000"/>
                                  <a:gd name="T77" fmla="*/ 4774722 h 10000"/>
                                  <a:gd name="T78" fmla="*/ 1107478 w 10000"/>
                                  <a:gd name="T79" fmla="*/ 4926965 h 10000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</a:gdLst>
                                <a:ahLst/>
                                <a:cxnLst>
                                  <a:cxn ang="T80">
                                    <a:pos x="T0" y="T1"/>
                                  </a:cxn>
                                  <a:cxn ang="T81">
                                    <a:pos x="T2" y="T3"/>
                                  </a:cxn>
                                  <a:cxn ang="T82">
                                    <a:pos x="T4" y="T5"/>
                                  </a:cxn>
                                  <a:cxn ang="T83">
                                    <a:pos x="T6" y="T7"/>
                                  </a:cxn>
                                  <a:cxn ang="T84">
                                    <a:pos x="T8" y="T9"/>
                                  </a:cxn>
                                  <a:cxn ang="T85">
                                    <a:pos x="T10" y="T11"/>
                                  </a:cxn>
                                  <a:cxn ang="T86">
                                    <a:pos x="T12" y="T13"/>
                                  </a:cxn>
                                  <a:cxn ang="T87">
                                    <a:pos x="T14" y="T15"/>
                                  </a:cxn>
                                  <a:cxn ang="T88">
                                    <a:pos x="T16" y="T17"/>
                                  </a:cxn>
                                  <a:cxn ang="T89">
                                    <a:pos x="T18" y="T19"/>
                                  </a:cxn>
                                  <a:cxn ang="T90">
                                    <a:pos x="T20" y="T21"/>
                                  </a:cxn>
                                  <a:cxn ang="T91">
                                    <a:pos x="T22" y="T23"/>
                                  </a:cxn>
                                  <a:cxn ang="T92">
                                    <a:pos x="T24" y="T25"/>
                                  </a:cxn>
                                  <a:cxn ang="T93">
                                    <a:pos x="T26" y="T27"/>
                                  </a:cxn>
                                  <a:cxn ang="T94">
                                    <a:pos x="T28" y="T29"/>
                                  </a:cxn>
                                  <a:cxn ang="T95">
                                    <a:pos x="T30" y="T31"/>
                                  </a:cxn>
                                  <a:cxn ang="T96">
                                    <a:pos x="T32" y="T33"/>
                                  </a:cxn>
                                  <a:cxn ang="T97">
                                    <a:pos x="T34" y="T35"/>
                                  </a:cxn>
                                  <a:cxn ang="T98">
                                    <a:pos x="T36" y="T37"/>
                                  </a:cxn>
                                  <a:cxn ang="T99">
                                    <a:pos x="T38" y="T39"/>
                                  </a:cxn>
                                  <a:cxn ang="T100">
                                    <a:pos x="T40" y="T41"/>
                                  </a:cxn>
                                  <a:cxn ang="T101">
                                    <a:pos x="T42" y="T43"/>
                                  </a:cxn>
                                  <a:cxn ang="T102">
                                    <a:pos x="T44" y="T45"/>
                                  </a:cxn>
                                  <a:cxn ang="T103">
                                    <a:pos x="T46" y="T47"/>
                                  </a:cxn>
                                  <a:cxn ang="T104">
                                    <a:pos x="T48" y="T49"/>
                                  </a:cxn>
                                  <a:cxn ang="T105">
                                    <a:pos x="T50" y="T51"/>
                                  </a:cxn>
                                  <a:cxn ang="T106">
                                    <a:pos x="T52" y="T53"/>
                                  </a:cxn>
                                  <a:cxn ang="T107">
                                    <a:pos x="T54" y="T55"/>
                                  </a:cxn>
                                  <a:cxn ang="T108">
                                    <a:pos x="T56" y="T57"/>
                                  </a:cxn>
                                  <a:cxn ang="T109">
                                    <a:pos x="T58" y="T59"/>
                                  </a:cxn>
                                  <a:cxn ang="T110">
                                    <a:pos x="T60" y="T61"/>
                                  </a:cxn>
                                  <a:cxn ang="T111">
                                    <a:pos x="T62" y="T63"/>
                                  </a:cxn>
                                  <a:cxn ang="T112">
                                    <a:pos x="T64" y="T65"/>
                                  </a:cxn>
                                  <a:cxn ang="T113">
                                    <a:pos x="T66" y="T67"/>
                                  </a:cxn>
                                  <a:cxn ang="T114">
                                    <a:pos x="T68" y="T69"/>
                                  </a:cxn>
                                  <a:cxn ang="T115">
                                    <a:pos x="T70" y="T71"/>
                                  </a:cxn>
                                  <a:cxn ang="T116">
                                    <a:pos x="T72" y="T73"/>
                                  </a:cxn>
                                  <a:cxn ang="T117">
                                    <a:pos x="T74" y="T75"/>
                                  </a:cxn>
                                  <a:cxn ang="T118">
                                    <a:pos x="T76" y="T77"/>
                                  </a:cxn>
                                  <a:cxn ang="T119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10000" h="10000">
                                    <a:moveTo>
                                      <a:pt x="9932" y="10000"/>
                                    </a:moveTo>
                                    <a:cubicBezTo>
                                      <a:pt x="9955" y="9911"/>
                                      <a:pt x="9977" y="9822"/>
                                      <a:pt x="10000" y="9733"/>
                                    </a:cubicBezTo>
                                    <a:lnTo>
                                      <a:pt x="9795" y="9358"/>
                                    </a:lnTo>
                                    <a:cubicBezTo>
                                      <a:pt x="9732" y="9232"/>
                                      <a:pt x="9585" y="9178"/>
                                      <a:pt x="9522" y="9052"/>
                                    </a:cubicBezTo>
                                    <a:lnTo>
                                      <a:pt x="9260" y="8727"/>
                                    </a:lnTo>
                                    <a:lnTo>
                                      <a:pt x="9095" y="8484"/>
                                    </a:lnTo>
                                    <a:cubicBezTo>
                                      <a:pt x="9040" y="8292"/>
                                      <a:pt x="8984" y="8099"/>
                                      <a:pt x="8929" y="7907"/>
                                    </a:cubicBezTo>
                                    <a:cubicBezTo>
                                      <a:pt x="8817" y="7721"/>
                                      <a:pt x="8785" y="7583"/>
                                      <a:pt x="8673" y="7397"/>
                                    </a:cubicBezTo>
                                    <a:lnTo>
                                      <a:pt x="8479" y="7212"/>
                                    </a:lnTo>
                                    <a:lnTo>
                                      <a:pt x="8326" y="7139"/>
                                    </a:lnTo>
                                    <a:lnTo>
                                      <a:pt x="6902" y="6670"/>
                                    </a:lnTo>
                                    <a:lnTo>
                                      <a:pt x="5934" y="6426"/>
                                    </a:lnTo>
                                    <a:lnTo>
                                      <a:pt x="5456" y="5949"/>
                                    </a:lnTo>
                                    <a:lnTo>
                                      <a:pt x="4692" y="4852"/>
                                    </a:lnTo>
                                    <a:lnTo>
                                      <a:pt x="4220" y="3504"/>
                                    </a:lnTo>
                                    <a:lnTo>
                                      <a:pt x="3628" y="2817"/>
                                    </a:lnTo>
                                    <a:lnTo>
                                      <a:pt x="2716" y="2297"/>
                                    </a:lnTo>
                                    <a:lnTo>
                                      <a:pt x="1856" y="1910"/>
                                    </a:lnTo>
                                    <a:lnTo>
                                      <a:pt x="296" y="994"/>
                                    </a:lnTo>
                                    <a:cubicBezTo>
                                      <a:pt x="197" y="663"/>
                                      <a:pt x="99" y="331"/>
                                      <a:pt x="0" y="0"/>
                                    </a:cubicBezTo>
                                    <a:cubicBezTo>
                                      <a:pt x="49" y="347"/>
                                      <a:pt x="99" y="694"/>
                                      <a:pt x="148" y="1041"/>
                                    </a:cubicBezTo>
                                    <a:lnTo>
                                      <a:pt x="1703" y="1929"/>
                                    </a:lnTo>
                                    <a:lnTo>
                                      <a:pt x="2921" y="2503"/>
                                    </a:lnTo>
                                    <a:lnTo>
                                      <a:pt x="3542" y="2837"/>
                                    </a:lnTo>
                                    <a:lnTo>
                                      <a:pt x="3895" y="3277"/>
                                    </a:lnTo>
                                    <a:lnTo>
                                      <a:pt x="4129" y="3752"/>
                                    </a:lnTo>
                                    <a:lnTo>
                                      <a:pt x="5222" y="5796"/>
                                    </a:lnTo>
                                    <a:lnTo>
                                      <a:pt x="5843" y="6449"/>
                                    </a:lnTo>
                                    <a:lnTo>
                                      <a:pt x="6669" y="6663"/>
                                    </a:lnTo>
                                    <a:lnTo>
                                      <a:pt x="8104" y="7061"/>
                                    </a:lnTo>
                                    <a:lnTo>
                                      <a:pt x="8377" y="7208"/>
                                    </a:lnTo>
                                    <a:lnTo>
                                      <a:pt x="8554" y="7385"/>
                                    </a:lnTo>
                                    <a:cubicBezTo>
                                      <a:pt x="8590" y="7439"/>
                                      <a:pt x="8625" y="7433"/>
                                      <a:pt x="8673" y="7516"/>
                                    </a:cubicBezTo>
                                    <a:cubicBezTo>
                                      <a:pt x="8721" y="7599"/>
                                      <a:pt x="8773" y="7708"/>
                                      <a:pt x="8845" y="7882"/>
                                    </a:cubicBezTo>
                                    <a:cubicBezTo>
                                      <a:pt x="8894" y="8099"/>
                                      <a:pt x="8994" y="8341"/>
                                      <a:pt x="9043" y="8558"/>
                                    </a:cubicBezTo>
                                    <a:cubicBezTo>
                                      <a:pt x="9064" y="8598"/>
                                      <a:pt x="9102" y="8625"/>
                                      <a:pt x="9123" y="8665"/>
                                    </a:cubicBezTo>
                                    <a:cubicBezTo>
                                      <a:pt x="9189" y="8739"/>
                                      <a:pt x="9256" y="8812"/>
                                      <a:pt x="9322" y="8886"/>
                                    </a:cubicBezTo>
                                    <a:lnTo>
                                      <a:pt x="9704" y="9407"/>
                                    </a:lnTo>
                                    <a:cubicBezTo>
                                      <a:pt x="9768" y="9502"/>
                                      <a:pt x="9833" y="9596"/>
                                      <a:pt x="9897" y="9691"/>
                                    </a:cubicBezTo>
                                    <a:cubicBezTo>
                                      <a:pt x="9909" y="9794"/>
                                      <a:pt x="9920" y="9897"/>
                                      <a:pt x="9932" y="100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AE39A" id="Freeform 828" o:spid="_x0000_s1026" style="position:absolute;margin-left:259.75pt;margin-top:8.5pt;width:87.8pt;height:387.9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" path="m9932,10000v23,-89,45,-178,68,-267l9795,9358v-63,-126,-210,-180,-273,-306l9260,8727,9095,8484v-55,-192,-111,-385,-166,-577c8817,7721,8785,7583,8673,7397l8479,7212r-153,-73l6902,6670,5934,6426,5456,5949,4692,4852,4220,3504,3628,2817,2716,2297,1856,1910,296,994c197,663,99,331,,,49,347,99,694,148,1041r1555,888l2921,2503r621,334l3895,3277r234,475l5222,5796r621,653l6669,6663r1435,398l8377,7208r177,177c8590,7439,8625,7433,8673,7516v48,83,100,192,172,366c8894,8099,8994,8341,9043,8558v21,40,59,67,80,107c9189,8739,9256,8812,9322,8886r382,521c9768,9502,9833,9596,9897,9691v12,103,23,206,35,309xe" fillcolor="#333">
                      <v:path arrowok="t" o:connecttype="custom" o:connectlocs="123490442,2147483646;124335880,2147483646;121786965,2147483646;118392611,2147483646;115135074,2118477688;113083475,2059489600;111019499,1919422883;107836561,1795620570;105424351,1750711776;103522059,1732990961;85816579,1619141610;73780956,1559910622;67837686,1444118569;58338378,1177822023;52469706,850595672;45109083,683826282;33769592,557596454;23076724,463652041;3680367,241293184;0,0;1840184,252702557;21174432,468264666;36318508,607602685;44039741,688681314;48428840,795491017;51338254,910797272;64928160,1406978121;72649504,1565493859;82919653,1617442300;100761839,1714056635;104156194,1749740671;106356876,1792707748;107836561,1824507858;109975134,1913354340;112436964,2077453314;113431597,2103427288;115905915,2147483646;120655513,2147483646;123055234,2147483646;123490442,2147483646" o:connectangles="0,0,0,0,0,0,0,0,0,0,0,0,0,0,0,0,0,0,0,0,0,0,0,0,0,0,0,0,0,0,0,0,0,0,0,0,0,0,0,0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>
                      <wp:simplePos x="0" y="0"/>
                      <wp:positionH relativeFrom="column">
                        <wp:posOffset>1856105</wp:posOffset>
                      </wp:positionH>
                      <wp:positionV relativeFrom="paragraph">
                        <wp:posOffset>90805</wp:posOffset>
                      </wp:positionV>
                      <wp:extent cx="1337945" cy="4953635"/>
                      <wp:effectExtent l="13970" t="12700" r="10160" b="5715"/>
                      <wp:wrapNone/>
                      <wp:docPr id="104" name="Freeform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7945" cy="4953635"/>
                              </a:xfrm>
                              <a:custGeom>
                                <a:avLst/>
                                <a:gdLst>
                                  <a:gd name="T0" fmla="*/ 840320900 w 2107"/>
                                  <a:gd name="T1" fmla="*/ 0 h 7801"/>
                                  <a:gd name="T2" fmla="*/ 849595075 w 2107"/>
                                  <a:gd name="T3" fmla="*/ 156048075 h 7801"/>
                                  <a:gd name="T4" fmla="*/ 849595075 w 2107"/>
                                  <a:gd name="T5" fmla="*/ 277418800 h 7801"/>
                                  <a:gd name="T6" fmla="*/ 801611300 w 2107"/>
                                  <a:gd name="T7" fmla="*/ 396773400 h 7801"/>
                                  <a:gd name="T8" fmla="*/ 722982425 w 2107"/>
                                  <a:gd name="T9" fmla="*/ 537498925 h 7801"/>
                                  <a:gd name="T10" fmla="*/ 637095500 w 2107"/>
                                  <a:gd name="T11" fmla="*/ 667337375 h 7801"/>
                                  <a:gd name="T12" fmla="*/ 543547300 w 2107"/>
                                  <a:gd name="T13" fmla="*/ 810482250 h 7801"/>
                                  <a:gd name="T14" fmla="*/ 481047425 w 2107"/>
                                  <a:gd name="T15" fmla="*/ 968546450 h 7801"/>
                                  <a:gd name="T16" fmla="*/ 402418550 w 2107"/>
                                  <a:gd name="T17" fmla="*/ 1319755425 h 7801"/>
                                  <a:gd name="T18" fmla="*/ 247176925 w 2107"/>
                                  <a:gd name="T19" fmla="*/ 1958867050 h 7801"/>
                                  <a:gd name="T20" fmla="*/ 212902800 w 2107"/>
                                  <a:gd name="T21" fmla="*/ 2041124950 h 7801"/>
                                  <a:gd name="T22" fmla="*/ 173386750 w 2107"/>
                                  <a:gd name="T23" fmla="*/ 2097576450 h 7801"/>
                                  <a:gd name="T24" fmla="*/ 108467525 w 2107"/>
                                  <a:gd name="T25" fmla="*/ 2147483646 h 7801"/>
                                  <a:gd name="T26" fmla="*/ 69354700 w 2107"/>
                                  <a:gd name="T27" fmla="*/ 2147483646 h 7801"/>
                                  <a:gd name="T28" fmla="*/ 48790225 w 2107"/>
                                  <a:gd name="T29" fmla="*/ 2147483646 h 7801"/>
                                  <a:gd name="T30" fmla="*/ 21774150 w 2107"/>
                                  <a:gd name="T31" fmla="*/ 2147483646 h 7801"/>
                                  <a:gd name="T32" fmla="*/ 10080625 w 2107"/>
                                  <a:gd name="T33" fmla="*/ 2147483646 h 7801"/>
                                  <a:gd name="T34" fmla="*/ 10080625 w 2107"/>
                                  <a:gd name="T35" fmla="*/ 2147483646 h 7801"/>
                                  <a:gd name="T36" fmla="*/ 9274175 w 2107"/>
                                  <a:gd name="T37" fmla="*/ 2147483646 h 7801"/>
                                  <a:gd name="T38" fmla="*/ 9274175 w 2107"/>
                                  <a:gd name="T39" fmla="*/ 2147483646 h 7801"/>
                                  <a:gd name="T40" fmla="*/ 0 w 2107"/>
                                  <a:gd name="T41" fmla="*/ 2147483646 h 7801"/>
                                  <a:gd name="T42" fmla="*/ 6854825 w 2107"/>
                                  <a:gd name="T43" fmla="*/ 2147483646 h 7801"/>
                                  <a:gd name="T44" fmla="*/ 37903150 w 2107"/>
                                  <a:gd name="T45" fmla="*/ 2147483646 h 7801"/>
                                  <a:gd name="T46" fmla="*/ 69354700 w 2107"/>
                                  <a:gd name="T47" fmla="*/ 2147483646 h 7801"/>
                                  <a:gd name="T48" fmla="*/ 112499775 w 2107"/>
                                  <a:gd name="T49" fmla="*/ 2130640900 h 7801"/>
                                  <a:gd name="T50" fmla="*/ 196370575 w 2107"/>
                                  <a:gd name="T51" fmla="*/ 2047173325 h 7801"/>
                                  <a:gd name="T52" fmla="*/ 242741450 w 2107"/>
                                  <a:gd name="T53" fmla="*/ 1928221950 h 7801"/>
                                  <a:gd name="T54" fmla="*/ 349192850 w 2107"/>
                                  <a:gd name="T55" fmla="*/ 1547174325 h 7801"/>
                                  <a:gd name="T56" fmla="*/ 437499125 w 2107"/>
                                  <a:gd name="T57" fmla="*/ 1105239725 h 7801"/>
                                  <a:gd name="T58" fmla="*/ 472176475 w 2107"/>
                                  <a:gd name="T59" fmla="*/ 968546450 h 7801"/>
                                  <a:gd name="T60" fmla="*/ 522176375 w 2107"/>
                                  <a:gd name="T61" fmla="*/ 840724125 h 7801"/>
                                  <a:gd name="T62" fmla="*/ 580644000 w 2107"/>
                                  <a:gd name="T63" fmla="*/ 726611450 h 7801"/>
                                  <a:gd name="T64" fmla="*/ 793143575 w 2107"/>
                                  <a:gd name="T65" fmla="*/ 390321800 h 7801"/>
                                  <a:gd name="T66" fmla="*/ 831853175 w 2107"/>
                                  <a:gd name="T67" fmla="*/ 294757475 h 7801"/>
                                  <a:gd name="T68" fmla="*/ 840320900 w 2107"/>
                                  <a:gd name="T69" fmla="*/ 27822525 h 7801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</a:gdLst>
                                <a:ahLst/>
                                <a:cxnLst>
                                  <a:cxn ang="T70">
                                    <a:pos x="T0" y="T1"/>
                                  </a:cxn>
                                  <a:cxn ang="T71">
                                    <a:pos x="T2" y="T3"/>
                                  </a:cxn>
                                  <a:cxn ang="T72">
                                    <a:pos x="T4" y="T5"/>
                                  </a:cxn>
                                  <a:cxn ang="T73">
                                    <a:pos x="T6" y="T7"/>
                                  </a:cxn>
                                  <a:cxn ang="T74">
                                    <a:pos x="T8" y="T9"/>
                                  </a:cxn>
                                  <a:cxn ang="T75">
                                    <a:pos x="T10" y="T11"/>
                                  </a:cxn>
                                  <a:cxn ang="T76">
                                    <a:pos x="T12" y="T13"/>
                                  </a:cxn>
                                  <a:cxn ang="T77">
                                    <a:pos x="T14" y="T15"/>
                                  </a:cxn>
                                  <a:cxn ang="T78">
                                    <a:pos x="T16" y="T17"/>
                                  </a:cxn>
                                  <a:cxn ang="T79">
                                    <a:pos x="T18" y="T19"/>
                                  </a:cxn>
                                  <a:cxn ang="T80">
                                    <a:pos x="T20" y="T21"/>
                                  </a:cxn>
                                  <a:cxn ang="T81">
                                    <a:pos x="T22" y="T23"/>
                                  </a:cxn>
                                  <a:cxn ang="T82">
                                    <a:pos x="T24" y="T25"/>
                                  </a:cxn>
                                  <a:cxn ang="T83">
                                    <a:pos x="T26" y="T27"/>
                                  </a:cxn>
                                  <a:cxn ang="T84">
                                    <a:pos x="T28" y="T29"/>
                                  </a:cxn>
                                  <a:cxn ang="T85">
                                    <a:pos x="T30" y="T31"/>
                                  </a:cxn>
                                  <a:cxn ang="T86">
                                    <a:pos x="T32" y="T33"/>
                                  </a:cxn>
                                  <a:cxn ang="T87">
                                    <a:pos x="T34" y="T35"/>
                                  </a:cxn>
                                  <a:cxn ang="T88">
                                    <a:pos x="T36" y="T37"/>
                                  </a:cxn>
                                  <a:cxn ang="T89">
                                    <a:pos x="T38" y="T39"/>
                                  </a:cxn>
                                  <a:cxn ang="T90">
                                    <a:pos x="T40" y="T41"/>
                                  </a:cxn>
                                  <a:cxn ang="T91">
                                    <a:pos x="T42" y="T43"/>
                                  </a:cxn>
                                  <a:cxn ang="T92">
                                    <a:pos x="T44" y="T45"/>
                                  </a:cxn>
                                  <a:cxn ang="T93">
                                    <a:pos x="T46" y="T47"/>
                                  </a:cxn>
                                  <a:cxn ang="T94">
                                    <a:pos x="T48" y="T49"/>
                                  </a:cxn>
                                  <a:cxn ang="T95">
                                    <a:pos x="T50" y="T51"/>
                                  </a:cxn>
                                  <a:cxn ang="T96">
                                    <a:pos x="T52" y="T53"/>
                                  </a:cxn>
                                  <a:cxn ang="T97">
                                    <a:pos x="T54" y="T55"/>
                                  </a:cxn>
                                  <a:cxn ang="T98">
                                    <a:pos x="T56" y="T57"/>
                                  </a:cxn>
                                  <a:cxn ang="T99">
                                    <a:pos x="T58" y="T59"/>
                                  </a:cxn>
                                  <a:cxn ang="T100">
                                    <a:pos x="T60" y="T61"/>
                                  </a:cxn>
                                  <a:cxn ang="T101">
                                    <a:pos x="T62" y="T63"/>
                                  </a:cxn>
                                  <a:cxn ang="T102">
                                    <a:pos x="T64" y="T65"/>
                                  </a:cxn>
                                  <a:cxn ang="T103">
                                    <a:pos x="T66" y="T67"/>
                                  </a:cxn>
                                  <a:cxn ang="T104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107" h="7801">
                                    <a:moveTo>
                                      <a:pt x="2084" y="0"/>
                                    </a:moveTo>
                                    <a:lnTo>
                                      <a:pt x="2107" y="387"/>
                                    </a:lnTo>
                                    <a:lnTo>
                                      <a:pt x="2095" y="590"/>
                                    </a:lnTo>
                                    <a:lnTo>
                                      <a:pt x="2068" y="764"/>
                                    </a:lnTo>
                                    <a:lnTo>
                                      <a:pt x="1988" y="984"/>
                                    </a:lnTo>
                                    <a:lnTo>
                                      <a:pt x="1787" y="1291"/>
                                    </a:lnTo>
                                    <a:lnTo>
                                      <a:pt x="1580" y="1655"/>
                                    </a:lnTo>
                                    <a:lnTo>
                                      <a:pt x="1348" y="2010"/>
                                    </a:lnTo>
                                    <a:lnTo>
                                      <a:pt x="1193" y="2402"/>
                                    </a:lnTo>
                                    <a:lnTo>
                                      <a:pt x="998" y="3232"/>
                                    </a:lnTo>
                                    <a:lnTo>
                                      <a:pt x="840" y="3921"/>
                                    </a:lnTo>
                                    <a:lnTo>
                                      <a:pt x="785" y="4138"/>
                                    </a:lnTo>
                                    <a:lnTo>
                                      <a:pt x="686" y="4575"/>
                                    </a:lnTo>
                                    <a:lnTo>
                                      <a:pt x="567" y="4945"/>
                                    </a:lnTo>
                                    <a:lnTo>
                                      <a:pt x="528" y="5062"/>
                                    </a:lnTo>
                                    <a:lnTo>
                                      <a:pt x="486" y="5111"/>
                                    </a:lnTo>
                                    <a:lnTo>
                                      <a:pt x="378" y="5211"/>
                                    </a:lnTo>
                                    <a:lnTo>
                                      <a:pt x="263" y="5330"/>
                                    </a:lnTo>
                                    <a:lnTo>
                                      <a:pt x="186" y="5469"/>
                                    </a:lnTo>
                                    <a:lnTo>
                                      <a:pt x="163" y="5550"/>
                                    </a:lnTo>
                                    <a:lnTo>
                                      <a:pt x="121" y="5702"/>
                                    </a:lnTo>
                                    <a:lnTo>
                                      <a:pt x="70" y="5911"/>
                                    </a:lnTo>
                                    <a:lnTo>
                                      <a:pt x="39" y="6166"/>
                                    </a:lnTo>
                                    <a:lnTo>
                                      <a:pt x="25" y="6313"/>
                                    </a:lnTo>
                                    <a:lnTo>
                                      <a:pt x="25" y="6551"/>
                                    </a:lnTo>
                                    <a:lnTo>
                                      <a:pt x="23" y="7079"/>
                                    </a:lnTo>
                                    <a:lnTo>
                                      <a:pt x="23" y="7801"/>
                                    </a:lnTo>
                                    <a:lnTo>
                                      <a:pt x="0" y="6680"/>
                                    </a:lnTo>
                                    <a:lnTo>
                                      <a:pt x="17" y="6230"/>
                                    </a:lnTo>
                                    <a:lnTo>
                                      <a:pt x="94" y="5696"/>
                                    </a:lnTo>
                                    <a:lnTo>
                                      <a:pt x="172" y="5459"/>
                                    </a:lnTo>
                                    <a:lnTo>
                                      <a:pt x="279" y="5284"/>
                                    </a:lnTo>
                                    <a:lnTo>
                                      <a:pt x="487" y="5077"/>
                                    </a:lnTo>
                                    <a:lnTo>
                                      <a:pt x="602" y="4782"/>
                                    </a:lnTo>
                                    <a:lnTo>
                                      <a:pt x="829" y="3855"/>
                                    </a:lnTo>
                                    <a:lnTo>
                                      <a:pt x="913" y="3490"/>
                                    </a:lnTo>
                                    <a:lnTo>
                                      <a:pt x="1085" y="2741"/>
                                    </a:lnTo>
                                    <a:lnTo>
                                      <a:pt x="1171" y="2402"/>
                                    </a:lnTo>
                                    <a:lnTo>
                                      <a:pt x="1295" y="2085"/>
                                    </a:lnTo>
                                    <a:lnTo>
                                      <a:pt x="1440" y="1802"/>
                                    </a:lnTo>
                                    <a:lnTo>
                                      <a:pt x="1967" y="968"/>
                                    </a:lnTo>
                                    <a:lnTo>
                                      <a:pt x="2038" y="752"/>
                                    </a:lnTo>
                                    <a:lnTo>
                                      <a:pt x="2061" y="590"/>
                                    </a:lnTo>
                                    <a:lnTo>
                                      <a:pt x="2084" y="69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949F359" id="Freeform 22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0.35pt,7.15pt,251.5pt,26.5pt,250.9pt,36.65pt,249.55pt,45.35pt,245.55pt,56.35pt,235.5pt,71.7pt,225.15pt,89.9pt,213.55pt,107.65pt,205.8pt,127.25pt,196.05pt,168.75pt,188.15pt,203.2pt,185.4pt,214.05pt,180.45pt,235.9pt,174.5pt,254.4pt,172.55pt,260.25pt,170.45pt,262.7pt,165.05pt,267.7pt,159.3pt,273.65pt,155.45pt,280.6pt,154.3pt,284.65pt,152.2pt,292.25pt,149.65pt,302.7pt,148.1pt,315.45pt,147.4pt,322.8pt,147.4pt,334.7pt,147.3pt,361.1pt,147.3pt,397.2pt,146.15pt,341.15pt,147pt,318.65pt,150.85pt,291.95pt,154.75pt,280.1pt,160.1pt,271.35pt,170.5pt,261pt,176.25pt,246.25pt,187.6pt,199.9pt,191.8pt,181.65pt,200.4pt,144.2pt,204.7pt,127.25pt,210.9pt,111.4pt,218.15pt,97.25pt,244.5pt,55.55pt,248.05pt,44.75pt,249.2pt,36.65pt,250.35pt,10.6pt" coordsize="2107,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" fillcolor="#333">
                      <v:path arrowok="t" o:connecttype="custom" o:connectlocs="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"/>
                    </v:polylin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>
                      <wp:simplePos x="0" y="0"/>
                      <wp:positionH relativeFrom="column">
                        <wp:posOffset>2099310</wp:posOffset>
                      </wp:positionH>
                      <wp:positionV relativeFrom="paragraph">
                        <wp:posOffset>1732915</wp:posOffset>
                      </wp:positionV>
                      <wp:extent cx="548005" cy="3316605"/>
                      <wp:effectExtent l="9525" t="26035" r="13970" b="10160"/>
                      <wp:wrapNone/>
                      <wp:docPr id="103" name="Freeform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8005" cy="3316605"/>
                              </a:xfrm>
                              <a:custGeom>
                                <a:avLst/>
                                <a:gdLst>
                                  <a:gd name="T0" fmla="*/ 0 w 863"/>
                                  <a:gd name="T1" fmla="*/ 2110076425 h 5223"/>
                                  <a:gd name="T2" fmla="*/ 0 w 863"/>
                                  <a:gd name="T3" fmla="*/ 1997979875 h 5223"/>
                                  <a:gd name="T4" fmla="*/ 11693525 w 863"/>
                                  <a:gd name="T5" fmla="*/ 1904431675 h 5223"/>
                                  <a:gd name="T6" fmla="*/ 60483750 w 863"/>
                                  <a:gd name="T7" fmla="*/ 1745157800 h 5223"/>
                                  <a:gd name="T8" fmla="*/ 121773950 w 863"/>
                                  <a:gd name="T9" fmla="*/ 1535480800 h 5223"/>
                                  <a:gd name="T10" fmla="*/ 141935200 w 863"/>
                                  <a:gd name="T11" fmla="*/ 1429835850 h 5223"/>
                                  <a:gd name="T12" fmla="*/ 141935200 w 863"/>
                                  <a:gd name="T13" fmla="*/ 1356045675 h 5223"/>
                                  <a:gd name="T14" fmla="*/ 127419100 w 863"/>
                                  <a:gd name="T15" fmla="*/ 1199594375 h 5223"/>
                                  <a:gd name="T16" fmla="*/ 97177225 w 863"/>
                                  <a:gd name="T17" fmla="*/ 1058868850 h 5223"/>
                                  <a:gd name="T18" fmla="*/ 97177225 w 863"/>
                                  <a:gd name="T19" fmla="*/ 978223850 h 5223"/>
                                  <a:gd name="T20" fmla="*/ 137499725 w 863"/>
                                  <a:gd name="T21" fmla="*/ 839111225 h 5223"/>
                                  <a:gd name="T22" fmla="*/ 201209275 w 863"/>
                                  <a:gd name="T23" fmla="*/ 580644000 h 5223"/>
                                  <a:gd name="T24" fmla="*/ 342338025 w 863"/>
                                  <a:gd name="T25" fmla="*/ 0 h 5223"/>
                                  <a:gd name="T26" fmla="*/ 203225400 w 863"/>
                                  <a:gd name="T27" fmla="*/ 617337475 h 5223"/>
                                  <a:gd name="T28" fmla="*/ 112499775 w 863"/>
                                  <a:gd name="T29" fmla="*/ 979836750 h 5223"/>
                                  <a:gd name="T30" fmla="*/ 106048175 w 863"/>
                                  <a:gd name="T31" fmla="*/ 1031852775 h 5223"/>
                                  <a:gd name="T32" fmla="*/ 133064250 w 863"/>
                                  <a:gd name="T33" fmla="*/ 1196368575 h 5223"/>
                                  <a:gd name="T34" fmla="*/ 149193250 w 863"/>
                                  <a:gd name="T35" fmla="*/ 1374190800 h 5223"/>
                                  <a:gd name="T36" fmla="*/ 147580350 w 863"/>
                                  <a:gd name="T37" fmla="*/ 1444755175 h 5223"/>
                                  <a:gd name="T38" fmla="*/ 135886825 w 863"/>
                                  <a:gd name="T39" fmla="*/ 1508464725 h 5223"/>
                                  <a:gd name="T40" fmla="*/ 106048175 w 863"/>
                                  <a:gd name="T41" fmla="*/ 1617738700 h 5223"/>
                                  <a:gd name="T42" fmla="*/ 37096700 w 863"/>
                                  <a:gd name="T43" fmla="*/ 1829028600 h 5223"/>
                                  <a:gd name="T44" fmla="*/ 8467725 w 863"/>
                                  <a:gd name="T45" fmla="*/ 1968544450 h 5223"/>
                                  <a:gd name="T46" fmla="*/ 5241925 w 863"/>
                                  <a:gd name="T47" fmla="*/ 2080641000 h 5223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</a:gdLst>
                                <a:ahLst/>
                                <a:cxnLst>
                                  <a:cxn ang="T48">
                                    <a:pos x="T0" y="T1"/>
                                  </a:cxn>
                                  <a:cxn ang="T49">
                                    <a:pos x="T2" y="T3"/>
                                  </a:cxn>
                                  <a:cxn ang="T50">
                                    <a:pos x="T4" y="T5"/>
                                  </a:cxn>
                                  <a:cxn ang="T51">
                                    <a:pos x="T6" y="T7"/>
                                  </a:cxn>
                                  <a:cxn ang="T52">
                                    <a:pos x="T8" y="T9"/>
                                  </a:cxn>
                                  <a:cxn ang="T53">
                                    <a:pos x="T10" y="T11"/>
                                  </a:cxn>
                                  <a:cxn ang="T54">
                                    <a:pos x="T12" y="T13"/>
                                  </a:cxn>
                                  <a:cxn ang="T55">
                                    <a:pos x="T14" y="T15"/>
                                  </a:cxn>
                                  <a:cxn ang="T56">
                                    <a:pos x="T16" y="T17"/>
                                  </a:cxn>
                                  <a:cxn ang="T57">
                                    <a:pos x="T18" y="T19"/>
                                  </a:cxn>
                                  <a:cxn ang="T58">
                                    <a:pos x="T20" y="T21"/>
                                  </a:cxn>
                                  <a:cxn ang="T59">
                                    <a:pos x="T22" y="T23"/>
                                  </a:cxn>
                                  <a:cxn ang="T60">
                                    <a:pos x="T24" y="T25"/>
                                  </a:cxn>
                                  <a:cxn ang="T61">
                                    <a:pos x="T26" y="T27"/>
                                  </a:cxn>
                                  <a:cxn ang="T62">
                                    <a:pos x="T28" y="T29"/>
                                  </a:cxn>
                                  <a:cxn ang="T63">
                                    <a:pos x="T30" y="T31"/>
                                  </a:cxn>
                                  <a:cxn ang="T64">
                                    <a:pos x="T32" y="T33"/>
                                  </a:cxn>
                                  <a:cxn ang="T65">
                                    <a:pos x="T34" y="T35"/>
                                  </a:cxn>
                                  <a:cxn ang="T66">
                                    <a:pos x="T36" y="T37"/>
                                  </a:cxn>
                                  <a:cxn ang="T67">
                                    <a:pos x="T38" y="T39"/>
                                  </a:cxn>
                                  <a:cxn ang="T68">
                                    <a:pos x="T40" y="T41"/>
                                  </a:cxn>
                                  <a:cxn ang="T69">
                                    <a:pos x="T42" y="T43"/>
                                  </a:cxn>
                                  <a:cxn ang="T70">
                                    <a:pos x="T44" y="T45"/>
                                  </a:cxn>
                                  <a:cxn ang="T71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863" h="5223">
                                    <a:moveTo>
                                      <a:pt x="0" y="5223"/>
                                    </a:moveTo>
                                    <a:lnTo>
                                      <a:pt x="10" y="5014"/>
                                    </a:lnTo>
                                    <a:lnTo>
                                      <a:pt x="52" y="4687"/>
                                    </a:lnTo>
                                    <a:lnTo>
                                      <a:pt x="85" y="4570"/>
                                    </a:lnTo>
                                    <a:lnTo>
                                      <a:pt x="154" y="4348"/>
                                    </a:lnTo>
                                    <a:lnTo>
                                      <a:pt x="313" y="3835"/>
                                    </a:lnTo>
                                    <a:lnTo>
                                      <a:pt x="352" y="3646"/>
                                    </a:lnTo>
                                    <a:lnTo>
                                      <a:pt x="385" y="3370"/>
                                    </a:lnTo>
                                    <a:lnTo>
                                      <a:pt x="316" y="2965"/>
                                    </a:lnTo>
                                    <a:lnTo>
                                      <a:pt x="241" y="2616"/>
                                    </a:lnTo>
                                    <a:lnTo>
                                      <a:pt x="265" y="2365"/>
                                    </a:lnTo>
                                    <a:lnTo>
                                      <a:pt x="341" y="2070"/>
                                    </a:lnTo>
                                    <a:lnTo>
                                      <a:pt x="441" y="1644"/>
                                    </a:lnTo>
                                    <a:lnTo>
                                      <a:pt x="445" y="1552"/>
                                    </a:lnTo>
                                    <a:lnTo>
                                      <a:pt x="499" y="1429"/>
                                    </a:lnTo>
                                    <a:lnTo>
                                      <a:pt x="840" y="27"/>
                                    </a:lnTo>
                                    <a:lnTo>
                                      <a:pt x="863" y="0"/>
                                    </a:lnTo>
                                    <a:lnTo>
                                      <a:pt x="786" y="358"/>
                                    </a:lnTo>
                                    <a:lnTo>
                                      <a:pt x="504" y="1520"/>
                                    </a:lnTo>
                                    <a:lnTo>
                                      <a:pt x="279" y="2419"/>
                                    </a:lnTo>
                                    <a:lnTo>
                                      <a:pt x="263" y="2548"/>
                                    </a:lnTo>
                                    <a:lnTo>
                                      <a:pt x="330" y="2957"/>
                                    </a:lnTo>
                                    <a:lnTo>
                                      <a:pt x="409" y="3364"/>
                                    </a:lnTo>
                                    <a:lnTo>
                                      <a:pt x="385" y="3565"/>
                                    </a:lnTo>
                                    <a:lnTo>
                                      <a:pt x="340" y="3823"/>
                                    </a:lnTo>
                                    <a:lnTo>
                                      <a:pt x="205" y="4219"/>
                                    </a:lnTo>
                                    <a:lnTo>
                                      <a:pt x="112" y="4549"/>
                                    </a:lnTo>
                                    <a:lnTo>
                                      <a:pt x="21" y="4872"/>
                                    </a:lnTo>
                                    <a:lnTo>
                                      <a:pt x="13" y="51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C328A04" id="Freeform 25" o:spid="_x0000_s1026" style="position:absolute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5.3pt,397.6pt,165.8pt,387.15pt,167.9pt,370.8pt,169.55pt,364.95pt,173pt,353.85pt,180.95pt,328.2pt,182.9pt,318.75pt,184.55pt,304.95pt,181.1pt,284.7pt,177.35pt,267.25pt,178.55pt,254.7pt,182.35pt,239.95pt,187.35pt,218.65pt,187.55pt,214.05pt,190.25pt,207.9pt,207.3pt,137.8pt,208.45pt,136.45pt,204.6pt,154.35pt,190.5pt,212.45pt,179.25pt,257.4pt,178.45pt,263.85pt,181.8pt,284.3pt,185.75pt,304.65pt,184.55pt,314.7pt,182.3pt,327.6pt,175.55pt,347.4pt,170.9pt,363.9pt,166.35pt,380.05pt,165.95pt,393.95pt" coordsize="863,5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" fillcolor="#333">
                      <v:path arrowok="t" o:connecttype="custom" o:connectlocs="0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"/>
                    </v:polylin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>
                      <wp:simplePos x="0" y="0"/>
                      <wp:positionH relativeFrom="column">
                        <wp:posOffset>2958465</wp:posOffset>
                      </wp:positionH>
                      <wp:positionV relativeFrom="paragraph">
                        <wp:posOffset>649605</wp:posOffset>
                      </wp:positionV>
                      <wp:extent cx="417830" cy="544195"/>
                      <wp:effectExtent l="11430" t="19050" r="18415" b="8255"/>
                      <wp:wrapNone/>
                      <wp:docPr id="102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830" cy="544195"/>
                              </a:xfrm>
                              <a:custGeom>
                                <a:avLst/>
                                <a:gdLst>
                                  <a:gd name="T0" fmla="*/ 0 w 658"/>
                                  <a:gd name="T1" fmla="*/ 345563825 h 857"/>
                                  <a:gd name="T2" fmla="*/ 15322550 w 658"/>
                                  <a:gd name="T3" fmla="*/ 247983375 h 857"/>
                                  <a:gd name="T4" fmla="*/ 129435225 w 658"/>
                                  <a:gd name="T5" fmla="*/ 45161200 h 857"/>
                                  <a:gd name="T6" fmla="*/ 169757725 w 658"/>
                                  <a:gd name="T7" fmla="*/ 0 h 857"/>
                                  <a:gd name="T8" fmla="*/ 184677050 w 658"/>
                                  <a:gd name="T9" fmla="*/ 6451600 h 857"/>
                                  <a:gd name="T10" fmla="*/ 211693125 w 658"/>
                                  <a:gd name="T11" fmla="*/ 80241775 h 857"/>
                                  <a:gd name="T12" fmla="*/ 265322050 w 658"/>
                                  <a:gd name="T13" fmla="*/ 254838200 h 857"/>
                                  <a:gd name="T14" fmla="*/ 259676900 w 658"/>
                                  <a:gd name="T15" fmla="*/ 291934900 h 857"/>
                                  <a:gd name="T16" fmla="*/ 241935000 w 658"/>
                                  <a:gd name="T17" fmla="*/ 198789925 h 857"/>
                                  <a:gd name="T18" fmla="*/ 183064150 w 658"/>
                                  <a:gd name="T19" fmla="*/ 19758025 h 857"/>
                                  <a:gd name="T20" fmla="*/ 171370625 w 658"/>
                                  <a:gd name="T21" fmla="*/ 21774150 h 857"/>
                                  <a:gd name="T22" fmla="*/ 90725625 w 658"/>
                                  <a:gd name="T23" fmla="*/ 145967450 h 857"/>
                                  <a:gd name="T24" fmla="*/ 23387050 w 658"/>
                                  <a:gd name="T25" fmla="*/ 270160750 h 857"/>
                                  <a:gd name="T26" fmla="*/ 10080625 w 658"/>
                                  <a:gd name="T27" fmla="*/ 303628425 h 857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58" h="857">
                                    <a:moveTo>
                                      <a:pt x="0" y="857"/>
                                    </a:moveTo>
                                    <a:lnTo>
                                      <a:pt x="38" y="615"/>
                                    </a:lnTo>
                                    <a:lnTo>
                                      <a:pt x="326" y="162"/>
                                    </a:lnTo>
                                    <a:lnTo>
                                      <a:pt x="421" y="0"/>
                                    </a:lnTo>
                                    <a:lnTo>
                                      <a:pt x="458" y="16"/>
                                    </a:lnTo>
                                    <a:lnTo>
                                      <a:pt x="525" y="199"/>
                                    </a:lnTo>
                                    <a:lnTo>
                                      <a:pt x="658" y="632"/>
                                    </a:lnTo>
                                    <a:lnTo>
                                      <a:pt x="644" y="724"/>
                                    </a:lnTo>
                                    <a:lnTo>
                                      <a:pt x="600" y="493"/>
                                    </a:lnTo>
                                    <a:lnTo>
                                      <a:pt x="454" y="49"/>
                                    </a:lnTo>
                                    <a:lnTo>
                                      <a:pt x="425" y="54"/>
                                    </a:lnTo>
                                    <a:lnTo>
                                      <a:pt x="225" y="362"/>
                                    </a:lnTo>
                                    <a:lnTo>
                                      <a:pt x="58" y="670"/>
                                    </a:lnTo>
                                    <a:lnTo>
                                      <a:pt x="25" y="753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BB82E43" id="Freeform 27" o:spid="_x0000_s1026" style="position:absolute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2.95pt,94pt,234.85pt,81.9pt,249.25pt,59.25pt,254pt,51.15pt,255.85pt,51.95pt,259.2pt,61.1pt,265.85pt,82.75pt,265.15pt,87.35pt,262.95pt,75.8pt,255.65pt,53.6pt,254.2pt,53.85pt,244.2pt,69.25pt,235.85pt,84.65pt,234.2pt,88.8pt" coordsize="658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" fillcolor="#333">
                      <v:path arrowok="t" o:connecttype="custom" o:connectlocs="0,2147483646;2147483646,2147483646;2147483646,2147483646;2147483646,0;2147483646,2147483646;2147483646,2147483646;2147483646,2147483646;2147483646,2147483646;2147483646,2147483646;2147483646,2147483646;2147483646,2147483646;2147483646,2147483646;2147483646,2147483646;2147483646,2147483646" o:connectangles="0,0,0,0,0,0,0,0,0,0,0,0,0,0"/>
                    </v:polylin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>
                      <wp:simplePos x="0" y="0"/>
                      <wp:positionH relativeFrom="column">
                        <wp:posOffset>2675255</wp:posOffset>
                      </wp:positionH>
                      <wp:positionV relativeFrom="paragraph">
                        <wp:posOffset>1149350</wp:posOffset>
                      </wp:positionV>
                      <wp:extent cx="239395" cy="626110"/>
                      <wp:effectExtent l="13970" t="33020" r="13335" b="36195"/>
                      <wp:wrapNone/>
                      <wp:docPr id="101" name="Freefor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9395" cy="626110"/>
                              </a:xfrm>
                              <a:custGeom>
                                <a:avLst/>
                                <a:gdLst>
                                  <a:gd name="T0" fmla="*/ 15322550 w 377"/>
                                  <a:gd name="T1" fmla="*/ 376208925 h 986"/>
                                  <a:gd name="T2" fmla="*/ 0 w 377"/>
                                  <a:gd name="T3" fmla="*/ 324192900 h 986"/>
                                  <a:gd name="T4" fmla="*/ 0 w 377"/>
                                  <a:gd name="T5" fmla="*/ 278628475 h 986"/>
                                  <a:gd name="T6" fmla="*/ 10080625 w 377"/>
                                  <a:gd name="T7" fmla="*/ 218144725 h 986"/>
                                  <a:gd name="T8" fmla="*/ 85483700 w 377"/>
                                  <a:gd name="T9" fmla="*/ 72177275 h 986"/>
                                  <a:gd name="T10" fmla="*/ 154435175 w 377"/>
                                  <a:gd name="T11" fmla="*/ 0 h 986"/>
                                  <a:gd name="T12" fmla="*/ 95564325 w 377"/>
                                  <a:gd name="T13" fmla="*/ 92338525 h 986"/>
                                  <a:gd name="T14" fmla="*/ 48790225 w 377"/>
                                  <a:gd name="T15" fmla="*/ 161290000 h 986"/>
                                  <a:gd name="T16" fmla="*/ 20161250 w 377"/>
                                  <a:gd name="T17" fmla="*/ 246773700 h 986"/>
                                  <a:gd name="T18" fmla="*/ 15322550 w 377"/>
                                  <a:gd name="T19" fmla="*/ 376208925 h 98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77" h="986">
                                    <a:moveTo>
                                      <a:pt x="38" y="986"/>
                                    </a:moveTo>
                                    <a:lnTo>
                                      <a:pt x="0" y="857"/>
                                    </a:lnTo>
                                    <a:lnTo>
                                      <a:pt x="0" y="744"/>
                                    </a:lnTo>
                                    <a:lnTo>
                                      <a:pt x="25" y="594"/>
                                    </a:lnTo>
                                    <a:lnTo>
                                      <a:pt x="212" y="232"/>
                                    </a:lnTo>
                                    <a:lnTo>
                                      <a:pt x="377" y="0"/>
                                    </a:lnTo>
                                    <a:lnTo>
                                      <a:pt x="373" y="24"/>
                                    </a:lnTo>
                                    <a:lnTo>
                                      <a:pt x="215" y="282"/>
                                    </a:lnTo>
                                    <a:lnTo>
                                      <a:pt x="121" y="453"/>
                                    </a:lnTo>
                                    <a:lnTo>
                                      <a:pt x="50" y="665"/>
                                    </a:lnTo>
                                    <a:lnTo>
                                      <a:pt x="38" y="9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C3A0B" id="Freeform 26" o:spid="_x0000_s1026" style="position:absolute;margin-left:210.65pt;margin-top:90.5pt;width:18.85pt;height:49.3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7,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" path="m38,986l,857,,744,25,594,212,232,377,r-4,24l215,282,121,453,50,665,38,986xe" fillcolor="#333">
                      <v:path arrowok="t" o:connecttype="custom" o:connectlocs="2147483646,2147483646;0,2147483646;0,2147483646;2147483646,2147483646;2147483646,2147483646;2147483646,0;2147483646,2147483646;2147483646,2147483646;2147483646,2147483646;2147483646,2147483646" o:connectangles="0,0,0,0,0,0,0,0,0,0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3589020</wp:posOffset>
                      </wp:positionV>
                      <wp:extent cx="291465" cy="1453515"/>
                      <wp:effectExtent l="20320" t="24765" r="12065" b="7620"/>
                      <wp:wrapNone/>
                      <wp:docPr id="100" name="Freeform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465" cy="1453515"/>
                              </a:xfrm>
                              <a:custGeom>
                                <a:avLst/>
                                <a:gdLst>
                                  <a:gd name="T0" fmla="*/ 0 w 459"/>
                                  <a:gd name="T1" fmla="*/ 894353050 h 2289"/>
                                  <a:gd name="T2" fmla="*/ 10080625 w 459"/>
                                  <a:gd name="T3" fmla="*/ 679837350 h 2289"/>
                                  <a:gd name="T4" fmla="*/ 78628875 w 459"/>
                                  <a:gd name="T5" fmla="*/ 271773650 h 2289"/>
                                  <a:gd name="T6" fmla="*/ 127419100 w 459"/>
                                  <a:gd name="T7" fmla="*/ 41935400 h 2289"/>
                                  <a:gd name="T8" fmla="*/ 142338425 w 459"/>
                                  <a:gd name="T9" fmla="*/ 10080625 h 2289"/>
                                  <a:gd name="T10" fmla="*/ 156854525 w 459"/>
                                  <a:gd name="T11" fmla="*/ 27016075 h 2289"/>
                                  <a:gd name="T12" fmla="*/ 174596425 w 459"/>
                                  <a:gd name="T13" fmla="*/ 159273875 h 2289"/>
                                  <a:gd name="T14" fmla="*/ 174596425 w 459"/>
                                  <a:gd name="T15" fmla="*/ 228225350 h 2289"/>
                                  <a:gd name="T16" fmla="*/ 155241625 w 459"/>
                                  <a:gd name="T17" fmla="*/ 359273475 h 2289"/>
                                  <a:gd name="T18" fmla="*/ 102419150 w 459"/>
                                  <a:gd name="T19" fmla="*/ 550402125 h 2289"/>
                                  <a:gd name="T20" fmla="*/ 58467625 w 459"/>
                                  <a:gd name="T21" fmla="*/ 687901850 h 2289"/>
                                  <a:gd name="T22" fmla="*/ 33467675 w 459"/>
                                  <a:gd name="T23" fmla="*/ 862498275 h 2289"/>
                                  <a:gd name="T24" fmla="*/ 33467675 w 459"/>
                                  <a:gd name="T25" fmla="*/ 933062650 h 2289"/>
                                  <a:gd name="T26" fmla="*/ 55241825 w 459"/>
                                  <a:gd name="T27" fmla="*/ 731853375 h 2289"/>
                                  <a:gd name="T28" fmla="*/ 95564325 w 459"/>
                                  <a:gd name="T29" fmla="*/ 593950425 h 2289"/>
                                  <a:gd name="T30" fmla="*/ 156854525 w 459"/>
                                  <a:gd name="T31" fmla="*/ 381047625 h 2289"/>
                                  <a:gd name="T32" fmla="*/ 186289950 w 459"/>
                                  <a:gd name="T33" fmla="*/ 231451150 h 2289"/>
                                  <a:gd name="T34" fmla="*/ 179435125 w 459"/>
                                  <a:gd name="T35" fmla="*/ 122580400 h 2289"/>
                                  <a:gd name="T36" fmla="*/ 166128700 w 459"/>
                                  <a:gd name="T37" fmla="*/ 21774150 h 2289"/>
                                  <a:gd name="T38" fmla="*/ 149193250 w 459"/>
                                  <a:gd name="T39" fmla="*/ 0 h 2289"/>
                                  <a:gd name="T40" fmla="*/ 132257800 w 459"/>
                                  <a:gd name="T41" fmla="*/ 10080625 h 2289"/>
                                  <a:gd name="T42" fmla="*/ 115725575 w 459"/>
                                  <a:gd name="T43" fmla="*/ 53628925 h 2289"/>
                                  <a:gd name="T44" fmla="*/ 66935350 w 459"/>
                                  <a:gd name="T45" fmla="*/ 312096150 h 2289"/>
                                  <a:gd name="T46" fmla="*/ 30241875 w 459"/>
                                  <a:gd name="T47" fmla="*/ 531853775 h 2289"/>
                                  <a:gd name="T48" fmla="*/ 6451600 w 459"/>
                                  <a:gd name="T49" fmla="*/ 687901850 h 2289"/>
                                  <a:gd name="T50" fmla="*/ 0 w 459"/>
                                  <a:gd name="T51" fmla="*/ 894353050 h 2289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</a:gdLst>
                                <a:ahLst/>
                                <a:cxnLst>
                                  <a:cxn ang="T52">
                                    <a:pos x="T0" y="T1"/>
                                  </a:cxn>
                                  <a:cxn ang="T53">
                                    <a:pos x="T2" y="T3"/>
                                  </a:cxn>
                                  <a:cxn ang="T54">
                                    <a:pos x="T4" y="T5"/>
                                  </a:cxn>
                                  <a:cxn ang="T55">
                                    <a:pos x="T6" y="T7"/>
                                  </a:cxn>
                                  <a:cxn ang="T56">
                                    <a:pos x="T8" y="T9"/>
                                  </a:cxn>
                                  <a:cxn ang="T57">
                                    <a:pos x="T10" y="T11"/>
                                  </a:cxn>
                                  <a:cxn ang="T58">
                                    <a:pos x="T12" y="T13"/>
                                  </a:cxn>
                                  <a:cxn ang="T59">
                                    <a:pos x="T14" y="T15"/>
                                  </a:cxn>
                                  <a:cxn ang="T60">
                                    <a:pos x="T16" y="T17"/>
                                  </a:cxn>
                                  <a:cxn ang="T61">
                                    <a:pos x="T18" y="T19"/>
                                  </a:cxn>
                                  <a:cxn ang="T62">
                                    <a:pos x="T20" y="T21"/>
                                  </a:cxn>
                                  <a:cxn ang="T63">
                                    <a:pos x="T22" y="T23"/>
                                  </a:cxn>
                                  <a:cxn ang="T64">
                                    <a:pos x="T24" y="T25"/>
                                  </a:cxn>
                                  <a:cxn ang="T65">
                                    <a:pos x="T26" y="T27"/>
                                  </a:cxn>
                                  <a:cxn ang="T66">
                                    <a:pos x="T28" y="T29"/>
                                  </a:cxn>
                                  <a:cxn ang="T67">
                                    <a:pos x="T30" y="T31"/>
                                  </a:cxn>
                                  <a:cxn ang="T68">
                                    <a:pos x="T32" y="T33"/>
                                  </a:cxn>
                                  <a:cxn ang="T69">
                                    <a:pos x="T34" y="T35"/>
                                  </a:cxn>
                                  <a:cxn ang="T70">
                                    <a:pos x="T36" y="T37"/>
                                  </a:cxn>
                                  <a:cxn ang="T71">
                                    <a:pos x="T38" y="T39"/>
                                  </a:cxn>
                                  <a:cxn ang="T72">
                                    <a:pos x="T40" y="T41"/>
                                  </a:cxn>
                                  <a:cxn ang="T73">
                                    <a:pos x="T42" y="T43"/>
                                  </a:cxn>
                                  <a:cxn ang="T74">
                                    <a:pos x="T44" y="T45"/>
                                  </a:cxn>
                                  <a:cxn ang="T75">
                                    <a:pos x="T46" y="T47"/>
                                  </a:cxn>
                                  <a:cxn ang="T76">
                                    <a:pos x="T48" y="T49"/>
                                  </a:cxn>
                                  <a:cxn ang="T77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59" h="2289">
                                    <a:moveTo>
                                      <a:pt x="0" y="2193"/>
                                    </a:moveTo>
                                    <a:lnTo>
                                      <a:pt x="3" y="2001"/>
                                    </a:lnTo>
                                    <a:lnTo>
                                      <a:pt x="42" y="1596"/>
                                    </a:lnTo>
                                    <a:lnTo>
                                      <a:pt x="102" y="1158"/>
                                    </a:lnTo>
                                    <a:lnTo>
                                      <a:pt x="177" y="759"/>
                                    </a:lnTo>
                                    <a:lnTo>
                                      <a:pt x="264" y="435"/>
                                    </a:lnTo>
                                    <a:lnTo>
                                      <a:pt x="306" y="204"/>
                                    </a:lnTo>
                                    <a:lnTo>
                                      <a:pt x="354" y="69"/>
                                    </a:lnTo>
                                    <a:lnTo>
                                      <a:pt x="381" y="0"/>
                                    </a:lnTo>
                                    <a:lnTo>
                                      <a:pt x="408" y="48"/>
                                    </a:lnTo>
                                    <a:lnTo>
                                      <a:pt x="441" y="186"/>
                                    </a:lnTo>
                                    <a:lnTo>
                                      <a:pt x="459" y="411"/>
                                    </a:lnTo>
                                    <a:lnTo>
                                      <a:pt x="444" y="603"/>
                                    </a:lnTo>
                                    <a:lnTo>
                                      <a:pt x="420" y="786"/>
                                    </a:lnTo>
                                    <a:lnTo>
                                      <a:pt x="348" y="1089"/>
                                    </a:lnTo>
                                    <a:lnTo>
                                      <a:pt x="273" y="1359"/>
                                    </a:lnTo>
                                    <a:lnTo>
                                      <a:pt x="207" y="1563"/>
                                    </a:lnTo>
                                    <a:lnTo>
                                      <a:pt x="165" y="1728"/>
                                    </a:lnTo>
                                    <a:lnTo>
                                      <a:pt x="141" y="1854"/>
                                    </a:lnTo>
                                    <a:lnTo>
                                      <a:pt x="114" y="2151"/>
                                    </a:lnTo>
                                    <a:lnTo>
                                      <a:pt x="90" y="2289"/>
                                    </a:lnTo>
                                    <a:lnTo>
                                      <a:pt x="117" y="1965"/>
                                    </a:lnTo>
                                    <a:lnTo>
                                      <a:pt x="144" y="1761"/>
                                    </a:lnTo>
                                    <a:lnTo>
                                      <a:pt x="222" y="1485"/>
                                    </a:lnTo>
                                    <a:lnTo>
                                      <a:pt x="324" y="1158"/>
                                    </a:lnTo>
                                    <a:lnTo>
                                      <a:pt x="411" y="780"/>
                                    </a:lnTo>
                                    <a:lnTo>
                                      <a:pt x="450" y="468"/>
                                    </a:lnTo>
                                    <a:lnTo>
                                      <a:pt x="441" y="258"/>
                                    </a:lnTo>
                                    <a:lnTo>
                                      <a:pt x="402" y="72"/>
                                    </a:lnTo>
                                    <a:lnTo>
                                      <a:pt x="381" y="30"/>
                                    </a:lnTo>
                                    <a:lnTo>
                                      <a:pt x="354" y="120"/>
                                    </a:lnTo>
                                    <a:lnTo>
                                      <a:pt x="324" y="213"/>
                                    </a:lnTo>
                                    <a:lnTo>
                                      <a:pt x="291" y="444"/>
                                    </a:lnTo>
                                    <a:lnTo>
                                      <a:pt x="204" y="726"/>
                                    </a:lnTo>
                                    <a:lnTo>
                                      <a:pt x="111" y="1206"/>
                                    </a:lnTo>
                                    <a:lnTo>
                                      <a:pt x="44" y="1681"/>
                                    </a:lnTo>
                                    <a:lnTo>
                                      <a:pt x="0" y="219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7E1E7" id="Freeform 24" o:spid="_x0000_s1026" style="position:absolute;margin-left:157.9pt;margin-top:282.6pt;width:22.95pt;height:114.4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9,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" path="m,2193l3,2001,42,1596r60,-438l177,759,264,435,306,204,354,69,381,r27,48l441,186r18,225l444,603,420,786r-72,303l273,1359r-66,204l165,1728r-24,126l114,2151,90,2289r27,-324l144,1761r78,-276l324,1158,411,780,450,468,441,258,402,72,381,30r-27,90l324,213,291,444,204,726r-93,480l44,1681,,2193xe" fillcolor="#333">
                      <v:path arrowok="t" o:connecttype="custom" o:connectlocs="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;2147483646,2147483646;2147483646,2147483646;2147483646,2147483646;0,2147483646" o:connectangles="0,0,0,0,0,0,0,0,0,0,0,0,0,0,0,0,0,0,0,0,0,0,0,0,0,0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>
                      <wp:simplePos x="0" y="0"/>
                      <wp:positionH relativeFrom="column">
                        <wp:posOffset>1892300</wp:posOffset>
                      </wp:positionH>
                      <wp:positionV relativeFrom="paragraph">
                        <wp:posOffset>3367405</wp:posOffset>
                      </wp:positionV>
                      <wp:extent cx="328295" cy="1692275"/>
                      <wp:effectExtent l="12065" t="12700" r="12065" b="9525"/>
                      <wp:wrapNone/>
                      <wp:docPr id="99" name="Freeform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8295" cy="1692275"/>
                              </a:xfrm>
                              <a:custGeom>
                                <a:avLst/>
                                <a:gdLst>
                                  <a:gd name="T0" fmla="*/ 14919325 w 517"/>
                                  <a:gd name="T1" fmla="*/ 1074594625 h 2665"/>
                                  <a:gd name="T2" fmla="*/ 0 w 517"/>
                                  <a:gd name="T3" fmla="*/ 775401675 h 2665"/>
                                  <a:gd name="T4" fmla="*/ 0 w 517"/>
                                  <a:gd name="T5" fmla="*/ 481853875 h 2665"/>
                                  <a:gd name="T6" fmla="*/ 22983825 w 517"/>
                                  <a:gd name="T7" fmla="*/ 316934850 h 2665"/>
                                  <a:gd name="T8" fmla="*/ 58870850 w 517"/>
                                  <a:gd name="T9" fmla="*/ 167741600 h 2665"/>
                                  <a:gd name="T10" fmla="*/ 92338525 w 517"/>
                                  <a:gd name="T11" fmla="*/ 90725625 h 2665"/>
                                  <a:gd name="T12" fmla="*/ 200402825 w 517"/>
                                  <a:gd name="T13" fmla="*/ 0 h 2665"/>
                                  <a:gd name="T14" fmla="*/ 215322150 w 517"/>
                                  <a:gd name="T15" fmla="*/ 52016025 h 2665"/>
                                  <a:gd name="T16" fmla="*/ 192741550 w 517"/>
                                  <a:gd name="T17" fmla="*/ 131854575 h 2665"/>
                                  <a:gd name="T18" fmla="*/ 136290050 w 517"/>
                                  <a:gd name="T19" fmla="*/ 381047625 h 2665"/>
                                  <a:gd name="T20" fmla="*/ 106048175 w 517"/>
                                  <a:gd name="T21" fmla="*/ 546773100 h 2665"/>
                                  <a:gd name="T22" fmla="*/ 75806300 w 517"/>
                                  <a:gd name="T23" fmla="*/ 761692025 h 2665"/>
                                  <a:gd name="T24" fmla="*/ 49596675 w 517"/>
                                  <a:gd name="T25" fmla="*/ 1048385000 h 2665"/>
                                  <a:gd name="T26" fmla="*/ 92338525 w 517"/>
                                  <a:gd name="T27" fmla="*/ 591934300 h 2665"/>
                                  <a:gd name="T28" fmla="*/ 147580350 w 517"/>
                                  <a:gd name="T29" fmla="*/ 279031700 h 2665"/>
                                  <a:gd name="T30" fmla="*/ 206451200 w 517"/>
                                  <a:gd name="T31" fmla="*/ 73790175 h 2665"/>
                                  <a:gd name="T32" fmla="*/ 192741550 w 517"/>
                                  <a:gd name="T33" fmla="*/ 26612850 h 2665"/>
                                  <a:gd name="T34" fmla="*/ 106048175 w 517"/>
                                  <a:gd name="T35" fmla="*/ 90725625 h 2665"/>
                                  <a:gd name="T36" fmla="*/ 65725675 w 517"/>
                                  <a:gd name="T37" fmla="*/ 179435125 h 2665"/>
                                  <a:gd name="T38" fmla="*/ 15322550 w 517"/>
                                  <a:gd name="T39" fmla="*/ 426208825 h 2665"/>
                                  <a:gd name="T40" fmla="*/ 403225 w 517"/>
                                  <a:gd name="T41" fmla="*/ 591934300 h 2665"/>
                                  <a:gd name="T42" fmla="*/ 9677400 w 517"/>
                                  <a:gd name="T43" fmla="*/ 878627275 h 2665"/>
                                  <a:gd name="T44" fmla="*/ 14919325 w 517"/>
                                  <a:gd name="T45" fmla="*/ 1074594625 h 2665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</a:gdLst>
                                <a:ahLst/>
                                <a:cxnLst>
                                  <a:cxn ang="T46">
                                    <a:pos x="T0" y="T1"/>
                                  </a:cxn>
                                  <a:cxn ang="T47">
                                    <a:pos x="T2" y="T3"/>
                                  </a:cxn>
                                  <a:cxn ang="T48">
                                    <a:pos x="T4" y="T5"/>
                                  </a:cxn>
                                  <a:cxn ang="T49">
                                    <a:pos x="T6" y="T7"/>
                                  </a:cxn>
                                  <a:cxn ang="T50">
                                    <a:pos x="T8" y="T9"/>
                                  </a:cxn>
                                  <a:cxn ang="T51">
                                    <a:pos x="T10" y="T11"/>
                                  </a:cxn>
                                  <a:cxn ang="T52">
                                    <a:pos x="T12" y="T13"/>
                                  </a:cxn>
                                  <a:cxn ang="T53">
                                    <a:pos x="T14" y="T15"/>
                                  </a:cxn>
                                  <a:cxn ang="T54">
                                    <a:pos x="T16" y="T17"/>
                                  </a:cxn>
                                  <a:cxn ang="T55">
                                    <a:pos x="T18" y="T19"/>
                                  </a:cxn>
                                  <a:cxn ang="T56">
                                    <a:pos x="T20" y="T21"/>
                                  </a:cxn>
                                  <a:cxn ang="T57">
                                    <a:pos x="T22" y="T23"/>
                                  </a:cxn>
                                  <a:cxn ang="T58">
                                    <a:pos x="T24" y="T25"/>
                                  </a:cxn>
                                  <a:cxn ang="T59">
                                    <a:pos x="T26" y="T27"/>
                                  </a:cxn>
                                  <a:cxn ang="T60">
                                    <a:pos x="T28" y="T29"/>
                                  </a:cxn>
                                  <a:cxn ang="T61">
                                    <a:pos x="T30" y="T31"/>
                                  </a:cxn>
                                  <a:cxn ang="T62">
                                    <a:pos x="T32" y="T33"/>
                                  </a:cxn>
                                  <a:cxn ang="T63">
                                    <a:pos x="T34" y="T35"/>
                                  </a:cxn>
                                  <a:cxn ang="T64">
                                    <a:pos x="T36" y="T37"/>
                                  </a:cxn>
                                  <a:cxn ang="T65">
                                    <a:pos x="T38" y="T39"/>
                                  </a:cxn>
                                  <a:cxn ang="T66">
                                    <a:pos x="T40" y="T41"/>
                                  </a:cxn>
                                  <a:cxn ang="T67">
                                    <a:pos x="T42" y="T43"/>
                                  </a:cxn>
                                  <a:cxn ang="T68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17" h="2665">
                                    <a:moveTo>
                                      <a:pt x="37" y="2665"/>
                                    </a:moveTo>
                                    <a:lnTo>
                                      <a:pt x="0" y="1923"/>
                                    </a:lnTo>
                                    <a:lnTo>
                                      <a:pt x="3" y="1173"/>
                                    </a:lnTo>
                                    <a:lnTo>
                                      <a:pt x="60" y="811"/>
                                    </a:lnTo>
                                    <a:lnTo>
                                      <a:pt x="91" y="661"/>
                                    </a:lnTo>
                                    <a:lnTo>
                                      <a:pt x="146" y="416"/>
                                    </a:lnTo>
                                    <a:lnTo>
                                      <a:pt x="229" y="225"/>
                                    </a:lnTo>
                                    <a:lnTo>
                                      <a:pt x="438" y="33"/>
                                    </a:lnTo>
                                    <a:lnTo>
                                      <a:pt x="497" y="0"/>
                                    </a:lnTo>
                                    <a:lnTo>
                                      <a:pt x="511" y="33"/>
                                    </a:lnTo>
                                    <a:lnTo>
                                      <a:pt x="517" y="172"/>
                                    </a:lnTo>
                                    <a:lnTo>
                                      <a:pt x="496" y="310"/>
                                    </a:lnTo>
                                    <a:lnTo>
                                      <a:pt x="451" y="496"/>
                                    </a:lnTo>
                                    <a:lnTo>
                                      <a:pt x="361" y="850"/>
                                    </a:lnTo>
                                    <a:lnTo>
                                      <a:pt x="301" y="1186"/>
                                    </a:lnTo>
                                    <a:lnTo>
                                      <a:pt x="250" y="1462"/>
                                    </a:lnTo>
                                    <a:lnTo>
                                      <a:pt x="214" y="1735"/>
                                    </a:lnTo>
                                    <a:lnTo>
                                      <a:pt x="187" y="1978"/>
                                    </a:lnTo>
                                    <a:lnTo>
                                      <a:pt x="123" y="2600"/>
                                    </a:lnTo>
                                    <a:lnTo>
                                      <a:pt x="229" y="1468"/>
                                    </a:lnTo>
                                    <a:lnTo>
                                      <a:pt x="313" y="1051"/>
                                    </a:lnTo>
                                    <a:lnTo>
                                      <a:pt x="388" y="721"/>
                                    </a:lnTo>
                                    <a:lnTo>
                                      <a:pt x="469" y="319"/>
                                    </a:lnTo>
                                    <a:lnTo>
                                      <a:pt x="496" y="151"/>
                                    </a:lnTo>
                                    <a:lnTo>
                                      <a:pt x="511" y="85"/>
                                    </a:lnTo>
                                    <a:lnTo>
                                      <a:pt x="490" y="25"/>
                                    </a:lnTo>
                                    <a:lnTo>
                                      <a:pt x="415" y="79"/>
                                    </a:lnTo>
                                    <a:lnTo>
                                      <a:pt x="263" y="225"/>
                                    </a:lnTo>
                                    <a:lnTo>
                                      <a:pt x="163" y="445"/>
                                    </a:lnTo>
                                    <a:lnTo>
                                      <a:pt x="30" y="1000"/>
                                    </a:lnTo>
                                    <a:lnTo>
                                      <a:pt x="38" y="1057"/>
                                    </a:lnTo>
                                    <a:lnTo>
                                      <a:pt x="1" y="1468"/>
                                    </a:lnTo>
                                    <a:lnTo>
                                      <a:pt x="24" y="2179"/>
                                    </a:lnTo>
                                    <a:lnTo>
                                      <a:pt x="37" y="26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A3067" id="Freeform 23" o:spid="_x0000_s1026" style="position:absolute;margin-left:149pt;margin-top:265.15pt;width:25.85pt;height:133.2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7,2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" path="m37,2665l,1923,3,1173,60,811,91,661,146,416,229,225,438,33,497,r14,33l517,172,496,310,451,496,361,850r-60,336l250,1462r-36,273l187,1978r-64,622l229,1468r84,-417l388,721,469,319,496,151,511,85,490,25,415,79,263,225,163,445,30,1000r8,57l1,1468r23,711l37,2665xe" fillcolor="#333">
                      <v:path arrowok="t" o:connecttype="custom" o:connectlocs="2147483646,2147483646;0,2147483646;0,2147483646;2147483646,2147483646;2147483646,2147483646;2147483646,2147483646;2147483646,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56047875,2147483646;2147483646,2147483646;2147483646,2147483646" o:connectangles="0,0,0,0,0,0,0,0,0,0,0,0,0,0,0,0,0,0,0,0,0,0,0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>
                      <wp:simplePos x="0" y="0"/>
                      <wp:positionH relativeFrom="column">
                        <wp:posOffset>2112010</wp:posOffset>
                      </wp:positionH>
                      <wp:positionV relativeFrom="paragraph">
                        <wp:posOffset>4516120</wp:posOffset>
                      </wp:positionV>
                      <wp:extent cx="153035" cy="10160"/>
                      <wp:effectExtent l="12700" t="8890" r="5715" b="9525"/>
                      <wp:wrapNone/>
                      <wp:docPr id="98" name="AutoShape 8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03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3E738" id="AutoShape 849" o:spid="_x0000_s1026" type="#_x0000_t32" style="position:absolute;margin-left:166.3pt;margin-top:355.6pt;width:12.05pt;height:.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>
                      <wp:simplePos x="0" y="0"/>
                      <wp:positionH relativeFrom="column">
                        <wp:posOffset>2022475</wp:posOffset>
                      </wp:positionH>
                      <wp:positionV relativeFrom="paragraph">
                        <wp:posOffset>4938395</wp:posOffset>
                      </wp:positionV>
                      <wp:extent cx="153035" cy="10160"/>
                      <wp:effectExtent l="8890" t="12065" r="9525" b="6350"/>
                      <wp:wrapNone/>
                      <wp:docPr id="97" name="AutoShape 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03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084B9" id="AutoShape 846" o:spid="_x0000_s1026" type="#_x0000_t32" style="position:absolute;margin-left:159.25pt;margin-top:388.85pt;width:12.05pt;height:.8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>
                      <wp:simplePos x="0" y="0"/>
                      <wp:positionH relativeFrom="column">
                        <wp:posOffset>1795145</wp:posOffset>
                      </wp:positionH>
                      <wp:positionV relativeFrom="paragraph">
                        <wp:posOffset>4637405</wp:posOffset>
                      </wp:positionV>
                      <wp:extent cx="153035" cy="10160"/>
                      <wp:effectExtent l="10160" t="6350" r="8255" b="12065"/>
                      <wp:wrapNone/>
                      <wp:docPr id="96" name="AutoShape 8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03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5E83F" id="AutoShape 845" o:spid="_x0000_s1026" type="#_x0000_t32" style="position:absolute;margin-left:141.35pt;margin-top:365.15pt;width:12.05pt;height:.8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>
                      <wp:simplePos x="0" y="0"/>
                      <wp:positionH relativeFrom="column">
                        <wp:posOffset>1811020</wp:posOffset>
                      </wp:positionH>
                      <wp:positionV relativeFrom="paragraph">
                        <wp:posOffset>4907280</wp:posOffset>
                      </wp:positionV>
                      <wp:extent cx="153035" cy="10160"/>
                      <wp:effectExtent l="6985" t="9525" r="11430" b="8890"/>
                      <wp:wrapNone/>
                      <wp:docPr id="95" name="AutoShape 8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03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E6E69" id="AutoShape 844" o:spid="_x0000_s1026" type="#_x0000_t32" style="position:absolute;margin-left:142.6pt;margin-top:386.4pt;width:12.05pt;height:.8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2267585</wp:posOffset>
                      </wp:positionH>
                      <wp:positionV relativeFrom="paragraph">
                        <wp:posOffset>4286250</wp:posOffset>
                      </wp:positionV>
                      <wp:extent cx="182880" cy="0"/>
                      <wp:effectExtent l="6350" t="7620" r="10795" b="11430"/>
                      <wp:wrapNone/>
                      <wp:docPr id="94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E0629D" id="Line 808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55pt,337.5pt" to="192.95pt,3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eiEwIAACoEAAAOAAAAZHJzL2Uyb0RvYy54bWysU8GO2jAQvVfqP1i+QxIaaI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2449195</wp:posOffset>
                      </wp:positionH>
                      <wp:positionV relativeFrom="paragraph">
                        <wp:posOffset>4234815</wp:posOffset>
                      </wp:positionV>
                      <wp:extent cx="306070" cy="152400"/>
                      <wp:effectExtent l="6985" t="3810" r="1270" b="5715"/>
                      <wp:wrapNone/>
                      <wp:docPr id="93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4" type="#_x0000_t202" style="position:absolute;left:0;text-align:left;margin-left:192.85pt;margin-top:333.45pt;width:24.1pt;height:1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+4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TTASpIMavdDBorUc0CKe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posOffset>1884680</wp:posOffset>
                      </wp:positionH>
                      <wp:positionV relativeFrom="paragraph">
                        <wp:posOffset>4083685</wp:posOffset>
                      </wp:positionV>
                      <wp:extent cx="0" cy="281305"/>
                      <wp:effectExtent l="61595" t="5080" r="52705" b="18415"/>
                      <wp:wrapNone/>
                      <wp:docPr id="89" name="AutoShape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1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1E1B8" id="AutoShape 842" o:spid="_x0000_s1026" type="#_x0000_t32" style="position:absolute;margin-left:148.4pt;margin-top:321.55pt;width:0;height:22.1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" strokecolor="red">
                      <v:stroke endarrow="block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1845310</wp:posOffset>
                      </wp:positionH>
                      <wp:positionV relativeFrom="paragraph">
                        <wp:posOffset>3684905</wp:posOffset>
                      </wp:positionV>
                      <wp:extent cx="165100" cy="86995"/>
                      <wp:effectExtent l="12700" t="6350" r="12700" b="11430"/>
                      <wp:wrapNone/>
                      <wp:docPr id="88" name="AutoShape 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5100" cy="8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6D0CC" id="AutoShape 840" o:spid="_x0000_s1026" type="#_x0000_t32" style="position:absolute;margin-left:145.3pt;margin-top:290.15pt;width:13pt;height:6.8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1897380</wp:posOffset>
                      </wp:positionH>
                      <wp:positionV relativeFrom="paragraph">
                        <wp:posOffset>3793490</wp:posOffset>
                      </wp:positionV>
                      <wp:extent cx="30480" cy="216535"/>
                      <wp:effectExtent l="26670" t="29210" r="57150" b="11430"/>
                      <wp:wrapNone/>
                      <wp:docPr id="87" name="AutoShape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" cy="216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FF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59FB2" id="AutoShape 839" o:spid="_x0000_s1026" type="#_x0000_t32" style="position:absolute;margin-left:149.4pt;margin-top:298.7pt;width:2.4pt;height:17.05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" strokecolor="blue">
                      <v:stroke endarrow="block"/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6985" r="7620" b="12065"/>
                      <wp:wrapNone/>
                      <wp:docPr id="82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2A7AA3" id="Line 811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5715" r="12700" b="13335"/>
                      <wp:wrapNone/>
                      <wp:docPr id="80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4DA211" id="Line 809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yKqFA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8890" r="7620" b="10160"/>
                      <wp:wrapNone/>
                      <wp:docPr id="79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E2B7D7" id="Line 807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rQ3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0jpEi&#10;LWi0FYqjWToNzemMKyBmpXY2lEfP6tVsNf3ukNKrhqgDjyTfLgYSs5CRvEsJG2fgin33RTOIIUev&#10;Y6fOtW0DJPQAnaMgl7sg/OwRhcOnLJ9PQDb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LXutDc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8255" r="1270" b="1270"/>
                      <wp:wrapNone/>
                      <wp:docPr id="78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5" type="#_x0000_t202" style="position:absolute;left:0;text-align:left;margin-left:185.35pt;margin-top:271.55pt;width:24.1pt;height:1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BPwog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1270" r="1270" b="8255"/>
                      <wp:wrapNone/>
                      <wp:docPr id="77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6" type="#_x0000_t202" style="position:absolute;left:0;text-align:left;margin-left:100.6pt;margin-top:323.5pt;width:24.1pt;height:1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8255" r="635" b="1270"/>
                      <wp:wrapNone/>
                      <wp:docPr id="76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7" type="#_x0000_t202" style="position:absolute;left:0;text-align:left;margin-left:104.4pt;margin-top:370.55pt;width:24.1pt;height:1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Pv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zTASpIMavdDBopUc0CyeuA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3810" r="0" b="5715"/>
                      <wp:wrapNone/>
                      <wp:docPr id="75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B92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8" type="#_x0000_t202" style="position:absolute;left:0;text-align:left;margin-left:164.45pt;margin-top:159.45pt;width:24.1pt;height:1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B92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635" r="3810" b="8890"/>
                      <wp:wrapNone/>
                      <wp:docPr id="74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9" type="#_x0000_t202" style="position:absolute;left:0;text-align:left;margin-left:158.15pt;margin-top:186.95pt;width:24.1pt;height:1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NtoQIAAFQ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0" r="8255" b="0"/>
                      <wp:wrapNone/>
                      <wp:docPr id="73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40" type="#_x0000_t202" style="position:absolute;left:0;text-align:left;margin-left:186.3pt;margin-top:241.65pt;width:24.1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3284220</wp:posOffset>
                      </wp:positionV>
                      <wp:extent cx="306070" cy="152400"/>
                      <wp:effectExtent l="635" t="5715" r="7620" b="3810"/>
                      <wp:wrapNone/>
                      <wp:docPr id="70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M104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41" type="#_x0000_t202" style="position:absolute;left:0;text-align:left;margin-left:183.35pt;margin-top:258.6pt;width:24.1pt;height:1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3056255</wp:posOffset>
                      </wp:positionV>
                      <wp:extent cx="306070" cy="152400"/>
                      <wp:effectExtent l="635" t="6350" r="7620" b="3175"/>
                      <wp:wrapNone/>
                      <wp:docPr id="69" name="Text 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M92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3" o:spid="_x0000_s1042" type="#_x0000_t202" style="position:absolute;left:0;text-align:left;margin-left:276.35pt;margin-top:240.65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QNu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M92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3244215</wp:posOffset>
                      </wp:positionV>
                      <wp:extent cx="306070" cy="152400"/>
                      <wp:effectExtent l="5715" t="3810" r="2540" b="5715"/>
                      <wp:wrapNone/>
                      <wp:docPr id="68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43" type="#_x0000_t202" style="position:absolute;left:0;text-align:left;margin-left:278.25pt;margin-top:255.45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jAogIAAFQ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2540" r="5080" b="6985"/>
                      <wp:wrapNone/>
                      <wp:docPr id="67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44" type="#_x0000_t202" style="position:absolute;left:0;text-align:left;margin-left:275.8pt;margin-top:268.8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5LzoQ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1270" r="1270" b="8255"/>
                      <wp:wrapNone/>
                      <wp:docPr id="66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5" type="#_x0000_t202" style="position:absolute;left:0;text-align:left;margin-left:171.1pt;margin-top:135.25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7620" r="1270" b="1905"/>
                      <wp:wrapNone/>
                      <wp:docPr id="65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6" type="#_x0000_t202" style="position:absolute;left:0;text-align:left;margin-left:302.35pt;margin-top:162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FTmoQ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MtkVOa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8890" r="6350" b="635"/>
                      <wp:wrapNone/>
                      <wp:docPr id="64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7" type="#_x0000_t202" style="position:absolute;left:0;text-align:left;margin-left:301.2pt;margin-top:138.85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CN+oQIAAFM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0" r="6350" b="0"/>
                      <wp:wrapNone/>
                      <wp:docPr id="21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8" type="#_x0000_t202" style="position:absolute;left:0;text-align:left;margin-left:293.7pt;margin-top:109.65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6f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4445" r="1270" b="5080"/>
                      <wp:wrapNone/>
                      <wp:docPr id="20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49" type="#_x0000_t202" style="position:absolute;left:0;text-align:left;margin-left:180.85pt;margin-top:114.5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EJgoQIAAFM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0" r="3175" b="0"/>
                      <wp:wrapNone/>
                      <wp:docPr id="19" name="Text Box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B130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2" o:spid="_x0000_s1050" type="#_x0000_t202" style="position:absolute;left:0;text-align:left;margin-left:189.7pt;margin-top:93.1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dzO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B130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8890" r="3175" b="635"/>
                      <wp:wrapNone/>
                      <wp:docPr id="18" name="Text Box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1" o:spid="_x0000_s1051" type="#_x0000_t202" style="position:absolute;left:0;text-align:left;margin-left:265.45pt;margin-top:9.85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tWoA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2540" r="1905" b="6985"/>
                      <wp:wrapNone/>
                      <wp:docPr id="17" name="Text 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0" o:spid="_x0000_s1052" type="#_x0000_t202" style="position:absolute;left:0;text-align:left;margin-left:282.8pt;margin-top:88.1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706120</wp:posOffset>
                      </wp:positionV>
                      <wp:extent cx="306070" cy="152400"/>
                      <wp:effectExtent l="6985" t="8890" r="1270" b="635"/>
                      <wp:wrapNone/>
                      <wp:docPr id="16" name="Text Box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B62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9" o:spid="_x0000_s1053" type="#_x0000_t202" style="position:absolute;left:0;text-align:left;margin-left:207.1pt;margin-top:55.6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7uoQ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3481070</wp:posOffset>
                      </wp:positionH>
                      <wp:positionV relativeFrom="paragraph">
                        <wp:posOffset>708660</wp:posOffset>
                      </wp:positionV>
                      <wp:extent cx="306070" cy="152400"/>
                      <wp:effectExtent l="635" t="1905" r="7620" b="7620"/>
                      <wp:wrapNone/>
                      <wp:docPr id="15" name="Text 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7163F8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B105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8" o:spid="_x0000_s1054" type="#_x0000_t202" style="position:absolute;left:0;text-align:left;margin-left:274.1pt;margin-top:55.8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36nw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7163F8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B105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3397885</wp:posOffset>
                      </wp:positionH>
                      <wp:positionV relativeFrom="paragraph">
                        <wp:posOffset>1111250</wp:posOffset>
                      </wp:positionV>
                      <wp:extent cx="307340" cy="147320"/>
                      <wp:effectExtent l="12700" t="13970" r="13335" b="10160"/>
                      <wp:wrapNone/>
                      <wp:docPr id="14" name="AutoShape 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7340" cy="147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F3ADE" id="AutoShape 838" o:spid="_x0000_s1026" type="#_x0000_t32" style="position:absolute;margin-left:267.55pt;margin-top:87.5pt;width:24.2pt;height:11.6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3328670</wp:posOffset>
                      </wp:positionH>
                      <wp:positionV relativeFrom="paragraph">
                        <wp:posOffset>1045845</wp:posOffset>
                      </wp:positionV>
                      <wp:extent cx="307340" cy="147320"/>
                      <wp:effectExtent l="10160" t="5715" r="6350" b="8890"/>
                      <wp:wrapNone/>
                      <wp:docPr id="13" name="AutoShape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7340" cy="147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EE7AD" id="AutoShape 837" o:spid="_x0000_s1026" type="#_x0000_t32" style="position:absolute;margin-left:262.1pt;margin-top:82.35pt;width:24.2pt;height:11.6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3245485</wp:posOffset>
                      </wp:positionH>
                      <wp:positionV relativeFrom="paragraph">
                        <wp:posOffset>958850</wp:posOffset>
                      </wp:positionV>
                      <wp:extent cx="307340" cy="147320"/>
                      <wp:effectExtent l="12700" t="13970" r="13335" b="10160"/>
                      <wp:wrapNone/>
                      <wp:docPr id="11" name="AutoShape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7340" cy="147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0D23C" id="AutoShape 836" o:spid="_x0000_s1026" type="#_x0000_t32" style="position:absolute;margin-left:255.55pt;margin-top:75.5pt;width:24.2pt;height:11.6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2813050</wp:posOffset>
                      </wp:positionH>
                      <wp:positionV relativeFrom="paragraph">
                        <wp:posOffset>964565</wp:posOffset>
                      </wp:positionV>
                      <wp:extent cx="276860" cy="181610"/>
                      <wp:effectExtent l="8890" t="10160" r="9525" b="8255"/>
                      <wp:wrapNone/>
                      <wp:docPr id="10" name="AutoShape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860" cy="1816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1EBA7" id="AutoShape 835" o:spid="_x0000_s1026" type="#_x0000_t32" style="position:absolute;margin-left:221.5pt;margin-top:75.95pt;width:21.8pt;height:14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1081405</wp:posOffset>
                      </wp:positionV>
                      <wp:extent cx="276860" cy="181610"/>
                      <wp:effectExtent l="12065" t="12700" r="6350" b="5715"/>
                      <wp:wrapNone/>
                      <wp:docPr id="9" name="AutoShape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860" cy="1816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C8109" id="AutoShape 834" o:spid="_x0000_s1026" type="#_x0000_t32" style="position:absolute;margin-left:215pt;margin-top:85.15pt;width:21.8pt;height:14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"/>
                  </w:pict>
                </mc:Fallback>
              </mc:AlternateContent>
            </w:r>
            <w:r w:rsidR="000058D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2651760</wp:posOffset>
                      </wp:positionH>
                      <wp:positionV relativeFrom="paragraph">
                        <wp:posOffset>1171575</wp:posOffset>
                      </wp:positionV>
                      <wp:extent cx="276860" cy="181610"/>
                      <wp:effectExtent l="9525" t="7620" r="8890" b="10795"/>
                      <wp:wrapNone/>
                      <wp:docPr id="8" name="AutoShape 8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860" cy="1816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CFC38" id="AutoShape 833" o:spid="_x0000_s1026" type="#_x0000_t32" style="position:absolute;margin-left:208.8pt;margin-top:92.25pt;width:21.8pt;height:14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"/>
                  </w:pict>
                </mc:Fallback>
              </mc:AlternateContent>
            </w:r>
            <w:r w:rsidR="000058DF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1270" r="0" b="0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55" type="#_x0000_t202" style="position:absolute;left:0;text-align:left;margin-left:389.35pt;margin-top:339.25pt;width:124.8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1E1A1F">
        <w:tc>
          <w:tcPr>
            <w:tcW w:w="1960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058DF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6985" r="6350" b="17145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4E8C7" id="Freeform 704" o:spid="_x0000_s1026" style="position:absolute;margin-left:66.15pt;margin-top:2.2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9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0058DF" w:rsidP="001E1A1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5240" r="33655" b="762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C180F" id="Freeform 707" o:spid="_x0000_s1026" style="position:absolute;margin-left:293.2pt;margin-top:2.9pt;width:26.4pt;height: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11430" r="10795" b="1270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47175" id="Freeform 706" o:spid="_x0000_s1026" style="position:absolute;margin-left:198.75pt;margin-top:2.6pt;width:31.15pt;height: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7620" r="10795" b="16510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08231" id="Freeform 705" o:spid="_x0000_s1026" style="position:absolute;margin-left:137.25pt;margin-top:3.05pt;width:31.15pt;height: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8255" r="13335" b="15875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D45D8" id="Freeform 703" o:spid="_x0000_s1026" alt="Granite" style="position:absolute;margin-left:52.3pt;margin-top:2.35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proofErr w:type="spellStart"/>
            <w:r w:rsidRPr="007163F8">
              <w:rPr>
                <w:rFonts w:ascii="Arial" w:hAnsi="Arial" w:cs="Arial"/>
                <w:color w:val="808080"/>
                <w:sz w:val="16"/>
                <w:szCs w:val="16"/>
              </w:rPr>
              <w:t>Aortoiliac</w:t>
            </w:r>
            <w:proofErr w:type="spellEnd"/>
            <w:r w:rsidRPr="007163F8">
              <w:rPr>
                <w:rFonts w:ascii="Arial" w:hAnsi="Arial" w:cs="Arial"/>
                <w:color w:val="808080"/>
                <w:sz w:val="16"/>
                <w:szCs w:val="16"/>
              </w:rPr>
              <w:t xml:space="preserve"> Segment:</w:t>
            </w:r>
          </w:p>
        </w:tc>
        <w:tc>
          <w:tcPr>
            <w:tcW w:w="766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7163F8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7163F8">
              <w:rPr>
                <w:rFonts w:ascii="Arial" w:hAnsi="Arial" w:cs="Arial"/>
                <w:sz w:val="16"/>
                <w:szCs w:val="16"/>
              </w:rPr>
              <w:t xml:space="preserve">Patent. Diffuse calcification with no </w:t>
            </w:r>
            <w:r w:rsidR="007E5DAC" w:rsidRPr="007163F8">
              <w:rPr>
                <w:rFonts w:ascii="Arial" w:hAnsi="Arial" w:cs="Arial"/>
                <w:sz w:val="16"/>
                <w:szCs w:val="16"/>
              </w:rPr>
              <w:t>significant</w:t>
            </w:r>
            <w:r w:rsidRPr="007163F8">
              <w:rPr>
                <w:rFonts w:ascii="Arial" w:hAnsi="Arial" w:cs="Arial"/>
                <w:sz w:val="16"/>
                <w:szCs w:val="16"/>
              </w:rPr>
              <w:t xml:space="preserve"> focal stenosis seen. Normal calibre Aorta throughout. Unable to </w:t>
            </w:r>
            <w:proofErr w:type="spellStart"/>
            <w:r w:rsidRPr="007163F8">
              <w:rPr>
                <w:rFonts w:ascii="Arial" w:hAnsi="Arial" w:cs="Arial"/>
                <w:sz w:val="16"/>
                <w:szCs w:val="16"/>
              </w:rPr>
              <w:t>visualise</w:t>
            </w:r>
            <w:proofErr w:type="spellEnd"/>
            <w:r w:rsidRPr="007163F8">
              <w:rPr>
                <w:rFonts w:ascii="Arial" w:hAnsi="Arial" w:cs="Arial"/>
                <w:sz w:val="16"/>
                <w:szCs w:val="16"/>
              </w:rPr>
              <w:t xml:space="preserve"> the distal CIA and proximal EIA bilaterally due to overlying bowel gas</w:t>
            </w:r>
            <w:r w:rsidR="003B18B7">
              <w:rPr>
                <w:rFonts w:ascii="Arial" w:hAnsi="Arial" w:cs="Arial"/>
                <w:sz w:val="16"/>
                <w:szCs w:val="16"/>
              </w:rPr>
              <w:t>. However biphasic waveforms in the mid-distal EIA bilaterally does not indicate the presence of proximal disease.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</w:tc>
        <w:tc>
          <w:tcPr>
            <w:tcW w:w="39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/>
                <w:bCs/>
                <w:sz w:val="16"/>
                <w:szCs w:val="16"/>
              </w:rPr>
              <w:t>Right</w:t>
            </w:r>
          </w:p>
        </w:tc>
        <w:tc>
          <w:tcPr>
            <w:tcW w:w="3672" w:type="dxa"/>
            <w:shd w:val="clear" w:color="auto" w:fill="auto"/>
          </w:tcPr>
          <w:p w:rsidR="00556C09" w:rsidRPr="007163F8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/>
                <w:bCs/>
                <w:sz w:val="16"/>
                <w:szCs w:val="16"/>
              </w:rPr>
              <w:t>Left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7163F8">
              <w:rPr>
                <w:rFonts w:ascii="Arial" w:hAnsi="Arial" w:cs="Arial"/>
                <w:color w:val="808080"/>
                <w:sz w:val="16"/>
                <w:szCs w:val="16"/>
              </w:rPr>
              <w:t>Common Femoral Artery:</w:t>
            </w:r>
          </w:p>
        </w:tc>
        <w:tc>
          <w:tcPr>
            <w:tcW w:w="39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7163F8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>Patent. Mild calcification with no significant focal stenosis seen.</w:t>
            </w:r>
          </w:p>
        </w:tc>
        <w:tc>
          <w:tcPr>
            <w:tcW w:w="3672" w:type="dxa"/>
            <w:shd w:val="clear" w:color="auto" w:fill="auto"/>
          </w:tcPr>
          <w:p w:rsidR="00556C09" w:rsidRPr="007163F8" w:rsidRDefault="007163F8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>Patent. Mild calcification with no significant focal stenosis seen.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556C09" w:rsidP="007E5DA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7163F8">
              <w:rPr>
                <w:rFonts w:ascii="Arial" w:hAnsi="Arial" w:cs="Arial"/>
                <w:color w:val="808080"/>
                <w:sz w:val="16"/>
                <w:szCs w:val="16"/>
              </w:rPr>
              <w:t xml:space="preserve">Proximal </w:t>
            </w:r>
            <w:proofErr w:type="spellStart"/>
            <w:r w:rsidRPr="007163F8">
              <w:rPr>
                <w:rFonts w:ascii="Arial" w:hAnsi="Arial" w:cs="Arial"/>
                <w:color w:val="808080"/>
                <w:sz w:val="16"/>
                <w:szCs w:val="16"/>
              </w:rPr>
              <w:t>Profunda</w:t>
            </w:r>
            <w:proofErr w:type="spellEnd"/>
            <w:r w:rsidR="007E5DAC">
              <w:rPr>
                <w:rFonts w:ascii="Arial" w:hAnsi="Arial" w:cs="Arial"/>
                <w:color w:val="808080"/>
                <w:sz w:val="16"/>
                <w:szCs w:val="16"/>
              </w:rPr>
              <w:t xml:space="preserve"> F.:</w:t>
            </w:r>
          </w:p>
        </w:tc>
        <w:tc>
          <w:tcPr>
            <w:tcW w:w="39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7163F8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>Patent at origin.</w:t>
            </w:r>
          </w:p>
        </w:tc>
        <w:tc>
          <w:tcPr>
            <w:tcW w:w="3672" w:type="dxa"/>
            <w:shd w:val="clear" w:color="auto" w:fill="auto"/>
          </w:tcPr>
          <w:p w:rsidR="00556C09" w:rsidRPr="007163F8" w:rsidRDefault="007163F8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>Patent at origin.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7163F8">
              <w:rPr>
                <w:rFonts w:ascii="Arial" w:hAnsi="Arial" w:cs="Arial"/>
                <w:color w:val="808080"/>
                <w:sz w:val="16"/>
                <w:szCs w:val="16"/>
              </w:rPr>
              <w:t>Superficial Femoral Artery:</w:t>
            </w:r>
          </w:p>
        </w:tc>
        <w:tc>
          <w:tcPr>
            <w:tcW w:w="39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7163F8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>Patent. Heavy calcification with limited views throughout. &lt;50% focal narrowing distally.</w:t>
            </w:r>
          </w:p>
        </w:tc>
        <w:tc>
          <w:tcPr>
            <w:tcW w:w="3672" w:type="dxa"/>
            <w:shd w:val="clear" w:color="auto" w:fill="auto"/>
          </w:tcPr>
          <w:p w:rsidR="00556C09" w:rsidRPr="007163F8" w:rsidRDefault="007163F8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 xml:space="preserve">Patent. 50-74% mid SFA stenosis. 75-99% distal SFA stenosis. Heavy calcification throughout. 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7163F8">
              <w:rPr>
                <w:rFonts w:ascii="Arial" w:hAnsi="Arial" w:cs="Arial"/>
                <w:color w:val="808080"/>
                <w:sz w:val="16"/>
                <w:szCs w:val="16"/>
              </w:rPr>
              <w:t>Popliteal Artery:</w:t>
            </w:r>
          </w:p>
        </w:tc>
        <w:tc>
          <w:tcPr>
            <w:tcW w:w="39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7163F8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>Patent. Heavy calcification throughout with no focal stenosis seen. Diffuse narrowing throughout the TPT.</w:t>
            </w:r>
          </w:p>
        </w:tc>
        <w:tc>
          <w:tcPr>
            <w:tcW w:w="3672" w:type="dxa"/>
            <w:shd w:val="clear" w:color="auto" w:fill="auto"/>
          </w:tcPr>
          <w:p w:rsidR="00556C09" w:rsidRPr="007163F8" w:rsidRDefault="007163F8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>Patent. Heavy calcification throughout. &lt;50% focal narrowing proximally. Diffuse narrowing throughout the TPT.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7163F8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7163F8">
              <w:rPr>
                <w:rFonts w:ascii="Arial" w:hAnsi="Arial" w:cs="Arial"/>
                <w:color w:val="808080"/>
                <w:sz w:val="16"/>
                <w:szCs w:val="16"/>
              </w:rPr>
              <w:t>Calf:</w:t>
            </w:r>
          </w:p>
        </w:tc>
        <w:tc>
          <w:tcPr>
            <w:tcW w:w="39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E5DAC" w:rsidRDefault="007163F8" w:rsidP="007163F8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 xml:space="preserve">Heavy calcification with limited views obtained throughout. Flow was seen to cross the ankle in the peroneal artery. Retrograde flow seen in the proximal </w:t>
            </w:r>
            <w:proofErr w:type="gramStart"/>
            <w:r w:rsidRPr="007163F8">
              <w:rPr>
                <w:rFonts w:ascii="Arial" w:hAnsi="Arial"/>
                <w:bCs/>
                <w:sz w:val="16"/>
                <w:szCs w:val="16"/>
              </w:rPr>
              <w:t>ATA ?</w:t>
            </w:r>
            <w:proofErr w:type="gramEnd"/>
            <w:r w:rsidRPr="007163F8">
              <w:rPr>
                <w:rFonts w:ascii="Arial" w:hAnsi="Arial"/>
                <w:bCs/>
                <w:sz w:val="16"/>
                <w:szCs w:val="16"/>
              </w:rPr>
              <w:t>proximal occlusion. No flow seen in the distal ATA. No flow s</w:t>
            </w:r>
            <w:bookmarkStart w:id="0" w:name="_GoBack"/>
            <w:bookmarkEnd w:id="0"/>
            <w:r w:rsidRPr="007163F8">
              <w:rPr>
                <w:rFonts w:ascii="Arial" w:hAnsi="Arial"/>
                <w:bCs/>
                <w:sz w:val="16"/>
                <w:szCs w:val="16"/>
              </w:rPr>
              <w:t>een in the distal PTA.</w:t>
            </w:r>
          </w:p>
          <w:p w:rsidR="001E1A1F" w:rsidRPr="007163F8" w:rsidRDefault="001E1A1F" w:rsidP="007163F8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3672" w:type="dxa"/>
            <w:shd w:val="clear" w:color="auto" w:fill="auto"/>
          </w:tcPr>
          <w:p w:rsidR="00556C09" w:rsidRPr="007163F8" w:rsidRDefault="007163F8" w:rsidP="007163F8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7163F8">
              <w:rPr>
                <w:rFonts w:ascii="Arial" w:hAnsi="Arial"/>
                <w:bCs/>
                <w:sz w:val="16"/>
                <w:szCs w:val="16"/>
              </w:rPr>
              <w:t xml:space="preserve">Heavy calcification throughout. No flow was seen throughout the ATA or PTA. Flow was seen in the mid Peroneal artery, but not </w:t>
            </w:r>
            <w:proofErr w:type="spellStart"/>
            <w:r w:rsidRPr="007163F8">
              <w:rPr>
                <w:rFonts w:ascii="Arial" w:hAnsi="Arial"/>
                <w:bCs/>
                <w:sz w:val="16"/>
                <w:szCs w:val="16"/>
              </w:rPr>
              <w:t>prox</w:t>
            </w:r>
            <w:proofErr w:type="spellEnd"/>
            <w:r w:rsidRPr="007163F8">
              <w:rPr>
                <w:rFonts w:ascii="Arial" w:hAnsi="Arial"/>
                <w:bCs/>
                <w:sz w:val="16"/>
                <w:szCs w:val="16"/>
              </w:rPr>
              <w:t xml:space="preserve"> or distally. </w:t>
            </w:r>
          </w:p>
        </w:tc>
      </w:tr>
      <w:tr w:rsidR="00556C09" w:rsidRPr="001B1BC9" w:rsidTr="001E1A1F">
        <w:trPr>
          <w:gridAfter w:val="1"/>
          <w:wAfter w:w="13" w:type="dxa"/>
        </w:trPr>
        <w:tc>
          <w:tcPr>
            <w:tcW w:w="1960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636E8B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1E1A1F"/>
    <w:sectPr w:rsidR="00694581" w:rsidRPr="00361AE4" w:rsidSect="008F7A25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E8B" w:rsidRDefault="00636E8B">
      <w:r>
        <w:separator/>
      </w:r>
    </w:p>
  </w:endnote>
  <w:endnote w:type="continuationSeparator" w:id="0">
    <w:p w:rsidR="00636E8B" w:rsidRDefault="00636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E8B" w:rsidRDefault="00636E8B">
      <w:r>
        <w:separator/>
      </w:r>
    </w:p>
  </w:footnote>
  <w:footnote w:type="continuationSeparator" w:id="0">
    <w:p w:rsidR="00636E8B" w:rsidRDefault="00636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0058D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4760595</wp:posOffset>
          </wp:positionH>
          <wp:positionV relativeFrom="paragraph">
            <wp:posOffset>-33020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E8B"/>
    <w:rsid w:val="000058DF"/>
    <w:rsid w:val="00082FF5"/>
    <w:rsid w:val="000A3239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E1A1F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18B7"/>
    <w:rsid w:val="003B2913"/>
    <w:rsid w:val="003B70F9"/>
    <w:rsid w:val="003B7DF9"/>
    <w:rsid w:val="003E5339"/>
    <w:rsid w:val="003F088A"/>
    <w:rsid w:val="00400424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D3AF9"/>
    <w:rsid w:val="005E5BC0"/>
    <w:rsid w:val="005E6656"/>
    <w:rsid w:val="00636E8B"/>
    <w:rsid w:val="00647F09"/>
    <w:rsid w:val="00647FC9"/>
    <w:rsid w:val="0068184A"/>
    <w:rsid w:val="00687CAB"/>
    <w:rsid w:val="00694581"/>
    <w:rsid w:val="006B0120"/>
    <w:rsid w:val="006D3249"/>
    <w:rsid w:val="007163F8"/>
    <w:rsid w:val="00727077"/>
    <w:rsid w:val="00746C88"/>
    <w:rsid w:val="00764A77"/>
    <w:rsid w:val="0077506E"/>
    <w:rsid w:val="00781E01"/>
    <w:rsid w:val="00784424"/>
    <w:rsid w:val="007A7B01"/>
    <w:rsid w:val="007E5DAC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D3FBB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E3846"/>
    <w:rsid w:val="00AF27D7"/>
    <w:rsid w:val="00B07DD2"/>
    <w:rsid w:val="00B17F03"/>
    <w:rsid w:val="00B46ED4"/>
    <w:rsid w:val="00B5493A"/>
    <w:rsid w:val="00B67AFA"/>
    <w:rsid w:val="00B95513"/>
    <w:rsid w:val="00B97FDC"/>
    <w:rsid w:val="00BF0BB8"/>
    <w:rsid w:val="00BF4412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5F21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  <o:colormenu v:ext="edit" strokecolor="red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60D4603B"/>
  <w15:chartTrackingRefBased/>
  <w15:docId w15:val="{4DFABD0C-9A98-4934-8860-7AB3DE25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0058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58D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Arterial%20Bila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Bilat LEA</Template>
  <TotalTime>4</TotalTime>
  <Pages>2</Pages>
  <Words>275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4</cp:revision>
  <cp:lastPrinted>2020-06-15T15:19:00Z</cp:lastPrinted>
  <dcterms:created xsi:type="dcterms:W3CDTF">2020-08-12T11:41:00Z</dcterms:created>
  <dcterms:modified xsi:type="dcterms:W3CDTF">2020-08-12T11:45:00Z</dcterms:modified>
  <cp:category>Patient Report</cp:category>
</cp:coreProperties>
</file>